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left"/>
        <w:rPr>
          <w:rFonts w:asci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附件</w:t>
      </w:r>
      <w:r>
        <w:rPr>
          <w:rFonts w:ascii="宋体" w:hAnsi="宋体" w:cs="宋体"/>
          <w:color w:val="000000"/>
          <w:kern w:val="0"/>
          <w:szCs w:val="21"/>
        </w:rPr>
        <w:t>1</w:t>
      </w:r>
      <w:r>
        <w:rPr>
          <w:rFonts w:hint="eastAsia" w:ascii="宋体" w:hAnsi="宋体" w:cs="宋体"/>
          <w:color w:val="000000"/>
          <w:kern w:val="0"/>
          <w:szCs w:val="21"/>
        </w:rPr>
        <w:t>：</w:t>
      </w:r>
    </w:p>
    <w:p>
      <w:pPr>
        <w:jc w:val="center"/>
        <w:rPr>
          <w:rFonts w:ascii="宋体" w:cs="宋体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201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年丰县安全生产监督管理局公开招聘编外工作人员职位表</w:t>
      </w:r>
    </w:p>
    <w:tbl>
      <w:tblPr>
        <w:tblStyle w:val="6"/>
        <w:tblW w:w="13618" w:type="dxa"/>
        <w:tblInd w:w="5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1121"/>
        <w:gridCol w:w="1054"/>
        <w:gridCol w:w="2498"/>
        <w:gridCol w:w="6117"/>
        <w:gridCol w:w="10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743" w:type="dxa"/>
            <w:vAlign w:val="center"/>
          </w:tcPr>
          <w:p>
            <w:pPr>
              <w:jc w:val="center"/>
              <w:rPr>
                <w:rFonts w:ascii="宋体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b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Cs w:val="21"/>
                <w:lang w:eastAsia="zh-CN"/>
              </w:rPr>
              <w:t>岗位代码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="宋体" w:hAnsi="宋体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Cs w:val="21"/>
              </w:rPr>
              <w:t>招聘</w:t>
            </w:r>
          </w:p>
          <w:p>
            <w:pPr>
              <w:jc w:val="center"/>
              <w:rPr>
                <w:rFonts w:ascii="宋体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宋体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6117" w:type="dxa"/>
            <w:vAlign w:val="center"/>
          </w:tcPr>
          <w:p>
            <w:pPr>
              <w:jc w:val="center"/>
              <w:rPr>
                <w:rFonts w:ascii="宋体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Cs w:val="21"/>
              </w:rPr>
              <w:t>相关要求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cs="Tahoma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743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安全生产</w:t>
            </w:r>
          </w:p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  <w:lang w:val="en-US" w:eastAsia="zh-CN"/>
              </w:rPr>
              <w:t>01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计算机（大类）类</w:t>
            </w:r>
          </w:p>
        </w:tc>
        <w:tc>
          <w:tcPr>
            <w:tcW w:w="6117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熟悉计算机软硬件及网络相关知识，了解安全生产信息系统、应急信息系统，具有一定的软件开发能力。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43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安全生产</w:t>
            </w:r>
          </w:p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  <w:lang w:val="en-US" w:eastAsia="zh-CN"/>
              </w:rPr>
              <w:t>02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法律类</w:t>
            </w:r>
          </w:p>
        </w:tc>
        <w:tc>
          <w:tcPr>
            <w:tcW w:w="6117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熟悉国家的法律法规，具有较强的文字表达能力和沟通能力。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743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安全生产</w:t>
            </w:r>
          </w:p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  <w:lang w:val="en-US" w:eastAsia="zh-CN"/>
              </w:rPr>
              <w:t>03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安全生产类</w:t>
            </w:r>
          </w:p>
        </w:tc>
        <w:tc>
          <w:tcPr>
            <w:tcW w:w="6117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掌握安全原理、安全监察与管理、安全人机工程和安全系统工程等基础知识。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743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安全生产</w:t>
            </w:r>
          </w:p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112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  <w:lang w:val="en-US" w:eastAsia="zh-CN"/>
              </w:rPr>
              <w:t>04</w:t>
            </w:r>
          </w:p>
        </w:tc>
        <w:tc>
          <w:tcPr>
            <w:tcW w:w="105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9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化学工程类</w:t>
            </w:r>
          </w:p>
        </w:tc>
        <w:tc>
          <w:tcPr>
            <w:tcW w:w="6117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具有化学理论基础和较强的实验技能，同时受到应用研究、科研开发和科技管理方面的综合训练。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安全生产</w:t>
            </w:r>
          </w:p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112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  <w:lang w:val="en-US" w:eastAsia="zh-CN"/>
              </w:rPr>
              <w:t>05</w:t>
            </w:r>
          </w:p>
        </w:tc>
        <w:tc>
          <w:tcPr>
            <w:tcW w:w="105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9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机械工程类</w:t>
            </w:r>
          </w:p>
        </w:tc>
        <w:tc>
          <w:tcPr>
            <w:tcW w:w="6117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系统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掌握该专业领域宽广的技术理论基础知识，主要包括力学、机械学、机械工程材料、机械设计工程学、机械制造基础等基础知识。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安全生产</w:t>
            </w:r>
          </w:p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112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  <w:lang w:val="en-US" w:eastAsia="zh-CN"/>
              </w:rPr>
              <w:t>06</w:t>
            </w:r>
          </w:p>
        </w:tc>
        <w:tc>
          <w:tcPr>
            <w:tcW w:w="105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9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中文文秘类</w:t>
            </w:r>
          </w:p>
        </w:tc>
        <w:tc>
          <w:tcPr>
            <w:tcW w:w="6117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有较强的文字和公文写作能力，能够熟练应用相关管理和办公软件；有较强的沟通协调能力。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743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安全生产</w:t>
            </w:r>
          </w:p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  <w:lang w:val="en-US" w:eastAsia="zh-CN"/>
              </w:rPr>
              <w:t>07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地质矿产类</w:t>
            </w:r>
          </w:p>
        </w:tc>
        <w:tc>
          <w:tcPr>
            <w:tcW w:w="6117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掌握采矿地质学科的基本理论和基本知识，</w:t>
            </w: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地质、采矿、测量专业应能熟悉、掌握使用</w:t>
            </w:r>
            <w:r>
              <w:rPr>
                <w:rFonts w:ascii="宋体" w:hAnsi="宋体" w:cs="Tahoma"/>
                <w:color w:val="000000"/>
                <w:kern w:val="0"/>
                <w:szCs w:val="21"/>
              </w:rPr>
              <w:t>CAD</w:t>
            </w: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制图及</w:t>
            </w:r>
            <w:r>
              <w:rPr>
                <w:rFonts w:ascii="宋体" w:hAnsi="宋体" w:cs="Tahoma"/>
                <w:color w:val="000000"/>
                <w:kern w:val="0"/>
                <w:szCs w:val="21"/>
              </w:rPr>
              <w:t>office</w:t>
            </w: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软件。</w:t>
            </w:r>
            <w:bookmarkStart w:id="0" w:name="_GoBack"/>
            <w:bookmarkEnd w:id="0"/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cs="Tahoma"/>
                <w:color w:val="000000"/>
                <w:kern w:val="0"/>
                <w:szCs w:val="21"/>
              </w:rPr>
              <w:t>一线作业</w:t>
            </w:r>
          </w:p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cs="Tahoma"/>
                <w:color w:val="000000"/>
                <w:kern w:val="0"/>
                <w:szCs w:val="21"/>
              </w:rPr>
              <w:t>适合男性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3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安全生产</w:t>
            </w:r>
          </w:p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工作人员</w:t>
            </w:r>
          </w:p>
        </w:tc>
        <w:tc>
          <w:tcPr>
            <w:tcW w:w="1121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  <w:lang w:val="en-US" w:eastAsia="zh-CN"/>
              </w:rPr>
              <w:t>08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ascii="宋体" w:hAnsi="宋体" w:cs="Tahom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不限专业</w:t>
            </w:r>
          </w:p>
        </w:tc>
        <w:tc>
          <w:tcPr>
            <w:tcW w:w="6117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具有较强的文字表达能力和沟通能力；</w:t>
            </w:r>
            <w:r>
              <w:rPr>
                <w:rFonts w:hint="eastAsia" w:ascii="宋体" w:hAnsi="宋体"/>
                <w:color w:val="333333"/>
                <w:szCs w:val="21"/>
                <w:shd w:val="clear" w:color="auto" w:fill="FFFFFF"/>
              </w:rPr>
              <w:t>能够熟练使用电脑和办公软件；</w:t>
            </w:r>
            <w:r>
              <w:rPr>
                <w:rFonts w:hint="eastAsia" w:ascii="宋体" w:hAnsi="宋体" w:cs="Tahoma"/>
                <w:color w:val="000000"/>
                <w:kern w:val="0"/>
                <w:szCs w:val="21"/>
              </w:rPr>
              <w:t>具有吃苦耐劳的精神。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cs="Tahoma"/>
                <w:color w:val="000000"/>
                <w:kern w:val="0"/>
                <w:szCs w:val="21"/>
              </w:rPr>
            </w:pPr>
          </w:p>
        </w:tc>
      </w:tr>
    </w:tbl>
    <w:p>
      <w:pPr>
        <w:rPr>
          <w:kern w:val="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AE1"/>
    <w:rsid w:val="000020F7"/>
    <w:rsid w:val="00003019"/>
    <w:rsid w:val="0000491A"/>
    <w:rsid w:val="00006194"/>
    <w:rsid w:val="000068B5"/>
    <w:rsid w:val="00006CD1"/>
    <w:rsid w:val="00007147"/>
    <w:rsid w:val="0000732D"/>
    <w:rsid w:val="000118FD"/>
    <w:rsid w:val="00012B58"/>
    <w:rsid w:val="00013B25"/>
    <w:rsid w:val="00014AC2"/>
    <w:rsid w:val="00015A4D"/>
    <w:rsid w:val="0001601D"/>
    <w:rsid w:val="00016DE8"/>
    <w:rsid w:val="00020ED1"/>
    <w:rsid w:val="000249D6"/>
    <w:rsid w:val="00025CA4"/>
    <w:rsid w:val="00030CA5"/>
    <w:rsid w:val="000326E9"/>
    <w:rsid w:val="00033699"/>
    <w:rsid w:val="00040C73"/>
    <w:rsid w:val="00041C4A"/>
    <w:rsid w:val="0004246B"/>
    <w:rsid w:val="00042628"/>
    <w:rsid w:val="000432A5"/>
    <w:rsid w:val="00046A5A"/>
    <w:rsid w:val="00046E45"/>
    <w:rsid w:val="000477A0"/>
    <w:rsid w:val="000478F2"/>
    <w:rsid w:val="0004794E"/>
    <w:rsid w:val="00047BDD"/>
    <w:rsid w:val="00050582"/>
    <w:rsid w:val="00051F8B"/>
    <w:rsid w:val="00052F17"/>
    <w:rsid w:val="000553C3"/>
    <w:rsid w:val="00056075"/>
    <w:rsid w:val="0005618E"/>
    <w:rsid w:val="00056536"/>
    <w:rsid w:val="0005666D"/>
    <w:rsid w:val="00056C30"/>
    <w:rsid w:val="000608D6"/>
    <w:rsid w:val="0006420E"/>
    <w:rsid w:val="00064C31"/>
    <w:rsid w:val="00064F31"/>
    <w:rsid w:val="000657F5"/>
    <w:rsid w:val="000704E9"/>
    <w:rsid w:val="00070D4A"/>
    <w:rsid w:val="0007183D"/>
    <w:rsid w:val="000718B6"/>
    <w:rsid w:val="00071AFE"/>
    <w:rsid w:val="000721BD"/>
    <w:rsid w:val="000726F9"/>
    <w:rsid w:val="00073233"/>
    <w:rsid w:val="00074074"/>
    <w:rsid w:val="0007431D"/>
    <w:rsid w:val="00074A07"/>
    <w:rsid w:val="00074D06"/>
    <w:rsid w:val="000751F3"/>
    <w:rsid w:val="00075216"/>
    <w:rsid w:val="00076466"/>
    <w:rsid w:val="000809F2"/>
    <w:rsid w:val="00081813"/>
    <w:rsid w:val="00082643"/>
    <w:rsid w:val="000826BB"/>
    <w:rsid w:val="00082A50"/>
    <w:rsid w:val="00082B5D"/>
    <w:rsid w:val="00083605"/>
    <w:rsid w:val="00083B20"/>
    <w:rsid w:val="00083E79"/>
    <w:rsid w:val="00084E4E"/>
    <w:rsid w:val="0008500C"/>
    <w:rsid w:val="00087FAD"/>
    <w:rsid w:val="00092071"/>
    <w:rsid w:val="000920FF"/>
    <w:rsid w:val="00093840"/>
    <w:rsid w:val="00094382"/>
    <w:rsid w:val="00097289"/>
    <w:rsid w:val="000A232E"/>
    <w:rsid w:val="000A79D9"/>
    <w:rsid w:val="000A7DCB"/>
    <w:rsid w:val="000B00C2"/>
    <w:rsid w:val="000B0F47"/>
    <w:rsid w:val="000B19CC"/>
    <w:rsid w:val="000B45C1"/>
    <w:rsid w:val="000B641E"/>
    <w:rsid w:val="000B6943"/>
    <w:rsid w:val="000C1664"/>
    <w:rsid w:val="000C5C3E"/>
    <w:rsid w:val="000C724E"/>
    <w:rsid w:val="000D1DA0"/>
    <w:rsid w:val="000D21BD"/>
    <w:rsid w:val="000D2F82"/>
    <w:rsid w:val="000D46DF"/>
    <w:rsid w:val="000E0962"/>
    <w:rsid w:val="000E2017"/>
    <w:rsid w:val="000E3168"/>
    <w:rsid w:val="000E4264"/>
    <w:rsid w:val="000E5259"/>
    <w:rsid w:val="000E632C"/>
    <w:rsid w:val="000E646F"/>
    <w:rsid w:val="000F5692"/>
    <w:rsid w:val="000F6371"/>
    <w:rsid w:val="000F7F45"/>
    <w:rsid w:val="00100500"/>
    <w:rsid w:val="001016BA"/>
    <w:rsid w:val="0010181F"/>
    <w:rsid w:val="0010216B"/>
    <w:rsid w:val="001023E3"/>
    <w:rsid w:val="001025D9"/>
    <w:rsid w:val="001026CA"/>
    <w:rsid w:val="001033B0"/>
    <w:rsid w:val="00103B66"/>
    <w:rsid w:val="0010442B"/>
    <w:rsid w:val="00104A97"/>
    <w:rsid w:val="00104B00"/>
    <w:rsid w:val="001059DD"/>
    <w:rsid w:val="00105FF2"/>
    <w:rsid w:val="001075B0"/>
    <w:rsid w:val="00107A4B"/>
    <w:rsid w:val="00107BEC"/>
    <w:rsid w:val="00113289"/>
    <w:rsid w:val="001146FA"/>
    <w:rsid w:val="00115AF6"/>
    <w:rsid w:val="001171CD"/>
    <w:rsid w:val="00117B21"/>
    <w:rsid w:val="00122790"/>
    <w:rsid w:val="00122E93"/>
    <w:rsid w:val="001236AB"/>
    <w:rsid w:val="00123C73"/>
    <w:rsid w:val="00124073"/>
    <w:rsid w:val="001272EF"/>
    <w:rsid w:val="001303C9"/>
    <w:rsid w:val="00131F75"/>
    <w:rsid w:val="00134A5D"/>
    <w:rsid w:val="001359F6"/>
    <w:rsid w:val="00135A49"/>
    <w:rsid w:val="00135F53"/>
    <w:rsid w:val="00135FB6"/>
    <w:rsid w:val="0014003D"/>
    <w:rsid w:val="001403EC"/>
    <w:rsid w:val="0014133A"/>
    <w:rsid w:val="00142C51"/>
    <w:rsid w:val="00143FF2"/>
    <w:rsid w:val="00144864"/>
    <w:rsid w:val="00145DA9"/>
    <w:rsid w:val="00146BBF"/>
    <w:rsid w:val="00147ADA"/>
    <w:rsid w:val="001507E3"/>
    <w:rsid w:val="00150B43"/>
    <w:rsid w:val="00150B78"/>
    <w:rsid w:val="00150D1E"/>
    <w:rsid w:val="0015158D"/>
    <w:rsid w:val="00151642"/>
    <w:rsid w:val="001516F7"/>
    <w:rsid w:val="00153345"/>
    <w:rsid w:val="00153AEF"/>
    <w:rsid w:val="00160566"/>
    <w:rsid w:val="00165D6C"/>
    <w:rsid w:val="00166F98"/>
    <w:rsid w:val="00172B71"/>
    <w:rsid w:val="00173DD5"/>
    <w:rsid w:val="00175DEE"/>
    <w:rsid w:val="001765D7"/>
    <w:rsid w:val="00182B6A"/>
    <w:rsid w:val="001860DA"/>
    <w:rsid w:val="001877A4"/>
    <w:rsid w:val="00187E96"/>
    <w:rsid w:val="00192523"/>
    <w:rsid w:val="001930EB"/>
    <w:rsid w:val="00193889"/>
    <w:rsid w:val="00193CA7"/>
    <w:rsid w:val="001969CE"/>
    <w:rsid w:val="001A0C8E"/>
    <w:rsid w:val="001A15E5"/>
    <w:rsid w:val="001A2071"/>
    <w:rsid w:val="001A2434"/>
    <w:rsid w:val="001A560F"/>
    <w:rsid w:val="001A5D39"/>
    <w:rsid w:val="001A61D3"/>
    <w:rsid w:val="001A6A8B"/>
    <w:rsid w:val="001B2F58"/>
    <w:rsid w:val="001B34FC"/>
    <w:rsid w:val="001B3DC3"/>
    <w:rsid w:val="001B3E29"/>
    <w:rsid w:val="001B4DC2"/>
    <w:rsid w:val="001C1C2D"/>
    <w:rsid w:val="001C2C6E"/>
    <w:rsid w:val="001C3E81"/>
    <w:rsid w:val="001C568D"/>
    <w:rsid w:val="001C588B"/>
    <w:rsid w:val="001C5C91"/>
    <w:rsid w:val="001C639D"/>
    <w:rsid w:val="001C69D2"/>
    <w:rsid w:val="001D0067"/>
    <w:rsid w:val="001D1168"/>
    <w:rsid w:val="001D1BC6"/>
    <w:rsid w:val="001D5B9C"/>
    <w:rsid w:val="001E1DD1"/>
    <w:rsid w:val="001E321D"/>
    <w:rsid w:val="001E4127"/>
    <w:rsid w:val="001E52A0"/>
    <w:rsid w:val="001E6D45"/>
    <w:rsid w:val="001E70FE"/>
    <w:rsid w:val="001E75C0"/>
    <w:rsid w:val="001F4318"/>
    <w:rsid w:val="001F65E8"/>
    <w:rsid w:val="001F7598"/>
    <w:rsid w:val="002001B2"/>
    <w:rsid w:val="002006EC"/>
    <w:rsid w:val="002015EA"/>
    <w:rsid w:val="002033C5"/>
    <w:rsid w:val="00204FE6"/>
    <w:rsid w:val="00205E90"/>
    <w:rsid w:val="00206B64"/>
    <w:rsid w:val="00207EE1"/>
    <w:rsid w:val="002142EC"/>
    <w:rsid w:val="002146F8"/>
    <w:rsid w:val="0021713F"/>
    <w:rsid w:val="002175EF"/>
    <w:rsid w:val="002201EE"/>
    <w:rsid w:val="00220485"/>
    <w:rsid w:val="002231A2"/>
    <w:rsid w:val="00223277"/>
    <w:rsid w:val="00223D7A"/>
    <w:rsid w:val="00225FFD"/>
    <w:rsid w:val="00226303"/>
    <w:rsid w:val="002268CE"/>
    <w:rsid w:val="00226DC4"/>
    <w:rsid w:val="00227A27"/>
    <w:rsid w:val="002302CF"/>
    <w:rsid w:val="00231171"/>
    <w:rsid w:val="002356DB"/>
    <w:rsid w:val="00236353"/>
    <w:rsid w:val="00236A6B"/>
    <w:rsid w:val="00237620"/>
    <w:rsid w:val="0024015E"/>
    <w:rsid w:val="0024017B"/>
    <w:rsid w:val="0024023F"/>
    <w:rsid w:val="0024051F"/>
    <w:rsid w:val="002418F0"/>
    <w:rsid w:val="0024216C"/>
    <w:rsid w:val="0024325B"/>
    <w:rsid w:val="00243A6E"/>
    <w:rsid w:val="00244A62"/>
    <w:rsid w:val="00244AB3"/>
    <w:rsid w:val="00246C51"/>
    <w:rsid w:val="00246CF6"/>
    <w:rsid w:val="00250E80"/>
    <w:rsid w:val="00255446"/>
    <w:rsid w:val="002579C0"/>
    <w:rsid w:val="0026026C"/>
    <w:rsid w:val="00263E02"/>
    <w:rsid w:val="00264DCD"/>
    <w:rsid w:val="00266BEC"/>
    <w:rsid w:val="0027013D"/>
    <w:rsid w:val="002723DF"/>
    <w:rsid w:val="002738FC"/>
    <w:rsid w:val="00274F37"/>
    <w:rsid w:val="00275003"/>
    <w:rsid w:val="0027616F"/>
    <w:rsid w:val="00276525"/>
    <w:rsid w:val="00276681"/>
    <w:rsid w:val="002773D1"/>
    <w:rsid w:val="00280C99"/>
    <w:rsid w:val="00283F37"/>
    <w:rsid w:val="002842F8"/>
    <w:rsid w:val="002843EA"/>
    <w:rsid w:val="002874EA"/>
    <w:rsid w:val="00290257"/>
    <w:rsid w:val="00291447"/>
    <w:rsid w:val="00295459"/>
    <w:rsid w:val="00296BCD"/>
    <w:rsid w:val="00296EC1"/>
    <w:rsid w:val="002976E8"/>
    <w:rsid w:val="00297903"/>
    <w:rsid w:val="002A01E1"/>
    <w:rsid w:val="002A295E"/>
    <w:rsid w:val="002A2D16"/>
    <w:rsid w:val="002A2E8B"/>
    <w:rsid w:val="002A32E8"/>
    <w:rsid w:val="002A527C"/>
    <w:rsid w:val="002A6AE1"/>
    <w:rsid w:val="002A6C19"/>
    <w:rsid w:val="002B0D4F"/>
    <w:rsid w:val="002B1BB5"/>
    <w:rsid w:val="002B2269"/>
    <w:rsid w:val="002B3568"/>
    <w:rsid w:val="002B35CE"/>
    <w:rsid w:val="002B4B67"/>
    <w:rsid w:val="002B53B7"/>
    <w:rsid w:val="002B74C4"/>
    <w:rsid w:val="002B7755"/>
    <w:rsid w:val="002C056C"/>
    <w:rsid w:val="002C0F1E"/>
    <w:rsid w:val="002C36BB"/>
    <w:rsid w:val="002C50A6"/>
    <w:rsid w:val="002C63EC"/>
    <w:rsid w:val="002C6509"/>
    <w:rsid w:val="002D3DA5"/>
    <w:rsid w:val="002D3E26"/>
    <w:rsid w:val="002D4297"/>
    <w:rsid w:val="002D4547"/>
    <w:rsid w:val="002D6601"/>
    <w:rsid w:val="002D6C35"/>
    <w:rsid w:val="002D70B2"/>
    <w:rsid w:val="002E00A5"/>
    <w:rsid w:val="002E1BB3"/>
    <w:rsid w:val="002E47AE"/>
    <w:rsid w:val="002E577F"/>
    <w:rsid w:val="002E7DA2"/>
    <w:rsid w:val="002F0A26"/>
    <w:rsid w:val="002F0C26"/>
    <w:rsid w:val="002F1CF9"/>
    <w:rsid w:val="002F4BC3"/>
    <w:rsid w:val="002F51F3"/>
    <w:rsid w:val="002F5FE4"/>
    <w:rsid w:val="0030080A"/>
    <w:rsid w:val="00300B2B"/>
    <w:rsid w:val="00303564"/>
    <w:rsid w:val="00305A43"/>
    <w:rsid w:val="0031168A"/>
    <w:rsid w:val="00313C09"/>
    <w:rsid w:val="00313C2C"/>
    <w:rsid w:val="00314B14"/>
    <w:rsid w:val="00314BB7"/>
    <w:rsid w:val="00314D8F"/>
    <w:rsid w:val="003152F2"/>
    <w:rsid w:val="003167B0"/>
    <w:rsid w:val="00317423"/>
    <w:rsid w:val="003174CA"/>
    <w:rsid w:val="00317777"/>
    <w:rsid w:val="00317CA4"/>
    <w:rsid w:val="003214FB"/>
    <w:rsid w:val="00323AE4"/>
    <w:rsid w:val="003242CC"/>
    <w:rsid w:val="00324F60"/>
    <w:rsid w:val="00325949"/>
    <w:rsid w:val="00327EA3"/>
    <w:rsid w:val="00331181"/>
    <w:rsid w:val="00332EFB"/>
    <w:rsid w:val="00333554"/>
    <w:rsid w:val="00335B31"/>
    <w:rsid w:val="00336805"/>
    <w:rsid w:val="00337913"/>
    <w:rsid w:val="00337D8A"/>
    <w:rsid w:val="003407A5"/>
    <w:rsid w:val="0034252A"/>
    <w:rsid w:val="00346FAE"/>
    <w:rsid w:val="00347006"/>
    <w:rsid w:val="003508D6"/>
    <w:rsid w:val="00352E42"/>
    <w:rsid w:val="00355F6F"/>
    <w:rsid w:val="0036089B"/>
    <w:rsid w:val="00361209"/>
    <w:rsid w:val="00362AAF"/>
    <w:rsid w:val="003633F9"/>
    <w:rsid w:val="003636BB"/>
    <w:rsid w:val="00363E03"/>
    <w:rsid w:val="00364FBD"/>
    <w:rsid w:val="003716EC"/>
    <w:rsid w:val="003718FD"/>
    <w:rsid w:val="00372CA0"/>
    <w:rsid w:val="00373CA0"/>
    <w:rsid w:val="00373D27"/>
    <w:rsid w:val="00374314"/>
    <w:rsid w:val="00374402"/>
    <w:rsid w:val="0038145A"/>
    <w:rsid w:val="0038268A"/>
    <w:rsid w:val="00384C0D"/>
    <w:rsid w:val="00384C73"/>
    <w:rsid w:val="003852C7"/>
    <w:rsid w:val="00386CC9"/>
    <w:rsid w:val="00392DD6"/>
    <w:rsid w:val="003933F7"/>
    <w:rsid w:val="00394466"/>
    <w:rsid w:val="003951D4"/>
    <w:rsid w:val="003957C7"/>
    <w:rsid w:val="00396F1D"/>
    <w:rsid w:val="003A0924"/>
    <w:rsid w:val="003A1BB9"/>
    <w:rsid w:val="003A2832"/>
    <w:rsid w:val="003A3C9A"/>
    <w:rsid w:val="003A6719"/>
    <w:rsid w:val="003A6B97"/>
    <w:rsid w:val="003A79CF"/>
    <w:rsid w:val="003B1492"/>
    <w:rsid w:val="003B1B71"/>
    <w:rsid w:val="003B1D5B"/>
    <w:rsid w:val="003B2D23"/>
    <w:rsid w:val="003B2F53"/>
    <w:rsid w:val="003B38E8"/>
    <w:rsid w:val="003B7E71"/>
    <w:rsid w:val="003C0E3E"/>
    <w:rsid w:val="003C1258"/>
    <w:rsid w:val="003C17D8"/>
    <w:rsid w:val="003C1F3C"/>
    <w:rsid w:val="003C2A1D"/>
    <w:rsid w:val="003C2C45"/>
    <w:rsid w:val="003C3057"/>
    <w:rsid w:val="003C471D"/>
    <w:rsid w:val="003C4D60"/>
    <w:rsid w:val="003C6AD3"/>
    <w:rsid w:val="003C6BC3"/>
    <w:rsid w:val="003D1AE9"/>
    <w:rsid w:val="003D3475"/>
    <w:rsid w:val="003D4FBC"/>
    <w:rsid w:val="003D510B"/>
    <w:rsid w:val="003D5263"/>
    <w:rsid w:val="003D6254"/>
    <w:rsid w:val="003E0311"/>
    <w:rsid w:val="003E0FA2"/>
    <w:rsid w:val="003E195D"/>
    <w:rsid w:val="003E2A7C"/>
    <w:rsid w:val="003E39F3"/>
    <w:rsid w:val="003E5553"/>
    <w:rsid w:val="003E581A"/>
    <w:rsid w:val="003F08C7"/>
    <w:rsid w:val="003F099B"/>
    <w:rsid w:val="003F5322"/>
    <w:rsid w:val="003F53AE"/>
    <w:rsid w:val="003F6043"/>
    <w:rsid w:val="003F7F0F"/>
    <w:rsid w:val="00400463"/>
    <w:rsid w:val="00400F47"/>
    <w:rsid w:val="00401035"/>
    <w:rsid w:val="00403BDF"/>
    <w:rsid w:val="00405E86"/>
    <w:rsid w:val="00406044"/>
    <w:rsid w:val="00406BC2"/>
    <w:rsid w:val="004112A3"/>
    <w:rsid w:val="004127B9"/>
    <w:rsid w:val="0041308D"/>
    <w:rsid w:val="004136E7"/>
    <w:rsid w:val="0041572F"/>
    <w:rsid w:val="004176CE"/>
    <w:rsid w:val="00417C85"/>
    <w:rsid w:val="00417D67"/>
    <w:rsid w:val="00421900"/>
    <w:rsid w:val="004241E5"/>
    <w:rsid w:val="004251CB"/>
    <w:rsid w:val="004261F2"/>
    <w:rsid w:val="00426B14"/>
    <w:rsid w:val="00427900"/>
    <w:rsid w:val="00427C1A"/>
    <w:rsid w:val="00427F1F"/>
    <w:rsid w:val="00431C37"/>
    <w:rsid w:val="00433481"/>
    <w:rsid w:val="00433C22"/>
    <w:rsid w:val="00433FCD"/>
    <w:rsid w:val="004341C8"/>
    <w:rsid w:val="0043601E"/>
    <w:rsid w:val="00437A23"/>
    <w:rsid w:val="00441866"/>
    <w:rsid w:val="00441C8D"/>
    <w:rsid w:val="004459B4"/>
    <w:rsid w:val="00445C05"/>
    <w:rsid w:val="00446FA1"/>
    <w:rsid w:val="004470BE"/>
    <w:rsid w:val="0044724D"/>
    <w:rsid w:val="00450146"/>
    <w:rsid w:val="00450F82"/>
    <w:rsid w:val="0045180B"/>
    <w:rsid w:val="0045380E"/>
    <w:rsid w:val="00453F60"/>
    <w:rsid w:val="00454642"/>
    <w:rsid w:val="00454FDF"/>
    <w:rsid w:val="004556B8"/>
    <w:rsid w:val="00455A31"/>
    <w:rsid w:val="00456098"/>
    <w:rsid w:val="0045685B"/>
    <w:rsid w:val="00457385"/>
    <w:rsid w:val="0045766F"/>
    <w:rsid w:val="00457EE0"/>
    <w:rsid w:val="004614B7"/>
    <w:rsid w:val="00462305"/>
    <w:rsid w:val="00462D1C"/>
    <w:rsid w:val="00463EE8"/>
    <w:rsid w:val="00465442"/>
    <w:rsid w:val="00466E46"/>
    <w:rsid w:val="00467AA4"/>
    <w:rsid w:val="00467CC5"/>
    <w:rsid w:val="00470FC4"/>
    <w:rsid w:val="00471731"/>
    <w:rsid w:val="00472E98"/>
    <w:rsid w:val="00473D2F"/>
    <w:rsid w:val="0047461D"/>
    <w:rsid w:val="0047740B"/>
    <w:rsid w:val="00480A65"/>
    <w:rsid w:val="00480BF9"/>
    <w:rsid w:val="00482CCF"/>
    <w:rsid w:val="00485506"/>
    <w:rsid w:val="00485AF2"/>
    <w:rsid w:val="00487B87"/>
    <w:rsid w:val="00490C35"/>
    <w:rsid w:val="00490DB2"/>
    <w:rsid w:val="00491DF3"/>
    <w:rsid w:val="004927C0"/>
    <w:rsid w:val="00493994"/>
    <w:rsid w:val="00493C44"/>
    <w:rsid w:val="004972B5"/>
    <w:rsid w:val="00497E13"/>
    <w:rsid w:val="00497E37"/>
    <w:rsid w:val="004A00A5"/>
    <w:rsid w:val="004A0776"/>
    <w:rsid w:val="004A0E03"/>
    <w:rsid w:val="004A1E47"/>
    <w:rsid w:val="004A4AB9"/>
    <w:rsid w:val="004A50F7"/>
    <w:rsid w:val="004A5C0F"/>
    <w:rsid w:val="004A7660"/>
    <w:rsid w:val="004A7B68"/>
    <w:rsid w:val="004B09FF"/>
    <w:rsid w:val="004B1C47"/>
    <w:rsid w:val="004B1F00"/>
    <w:rsid w:val="004B32C5"/>
    <w:rsid w:val="004B3605"/>
    <w:rsid w:val="004B48D4"/>
    <w:rsid w:val="004B4900"/>
    <w:rsid w:val="004B5061"/>
    <w:rsid w:val="004B5A1F"/>
    <w:rsid w:val="004B7D4F"/>
    <w:rsid w:val="004C088D"/>
    <w:rsid w:val="004C1BE4"/>
    <w:rsid w:val="004C2EE0"/>
    <w:rsid w:val="004C2F58"/>
    <w:rsid w:val="004C4DA8"/>
    <w:rsid w:val="004C5229"/>
    <w:rsid w:val="004C5D03"/>
    <w:rsid w:val="004C7415"/>
    <w:rsid w:val="004C76A3"/>
    <w:rsid w:val="004D165D"/>
    <w:rsid w:val="004D1B03"/>
    <w:rsid w:val="004D2FCD"/>
    <w:rsid w:val="004D3AE7"/>
    <w:rsid w:val="004D4C40"/>
    <w:rsid w:val="004D4E0F"/>
    <w:rsid w:val="004D50C2"/>
    <w:rsid w:val="004D56DE"/>
    <w:rsid w:val="004D6C8E"/>
    <w:rsid w:val="004D717C"/>
    <w:rsid w:val="004E3C06"/>
    <w:rsid w:val="004E4418"/>
    <w:rsid w:val="004E674C"/>
    <w:rsid w:val="004F09DB"/>
    <w:rsid w:val="004F1C8C"/>
    <w:rsid w:val="004F3BD3"/>
    <w:rsid w:val="004F4298"/>
    <w:rsid w:val="004F6CBD"/>
    <w:rsid w:val="005011B4"/>
    <w:rsid w:val="005015EB"/>
    <w:rsid w:val="005023A1"/>
    <w:rsid w:val="00502E42"/>
    <w:rsid w:val="0050456E"/>
    <w:rsid w:val="00504B03"/>
    <w:rsid w:val="005057B7"/>
    <w:rsid w:val="0050647A"/>
    <w:rsid w:val="005073E8"/>
    <w:rsid w:val="005078A6"/>
    <w:rsid w:val="00510435"/>
    <w:rsid w:val="00510EE4"/>
    <w:rsid w:val="0051283C"/>
    <w:rsid w:val="00512E16"/>
    <w:rsid w:val="00513005"/>
    <w:rsid w:val="00516E5A"/>
    <w:rsid w:val="00516F24"/>
    <w:rsid w:val="00517DA1"/>
    <w:rsid w:val="0052144E"/>
    <w:rsid w:val="005217DF"/>
    <w:rsid w:val="0052231C"/>
    <w:rsid w:val="00523658"/>
    <w:rsid w:val="00524758"/>
    <w:rsid w:val="00527E9D"/>
    <w:rsid w:val="0053083F"/>
    <w:rsid w:val="00532677"/>
    <w:rsid w:val="00533F59"/>
    <w:rsid w:val="00536070"/>
    <w:rsid w:val="0054029F"/>
    <w:rsid w:val="0054109C"/>
    <w:rsid w:val="00541545"/>
    <w:rsid w:val="00541EA1"/>
    <w:rsid w:val="00545302"/>
    <w:rsid w:val="00545AE1"/>
    <w:rsid w:val="00546EDE"/>
    <w:rsid w:val="0054735A"/>
    <w:rsid w:val="00547402"/>
    <w:rsid w:val="00551385"/>
    <w:rsid w:val="00553F83"/>
    <w:rsid w:val="005540AB"/>
    <w:rsid w:val="00555077"/>
    <w:rsid w:val="005575A3"/>
    <w:rsid w:val="005601D3"/>
    <w:rsid w:val="005604AE"/>
    <w:rsid w:val="0056249D"/>
    <w:rsid w:val="00562F1A"/>
    <w:rsid w:val="00564A78"/>
    <w:rsid w:val="00564FCB"/>
    <w:rsid w:val="005652B4"/>
    <w:rsid w:val="005653B4"/>
    <w:rsid w:val="00566E62"/>
    <w:rsid w:val="00570B3D"/>
    <w:rsid w:val="0057120D"/>
    <w:rsid w:val="00571F82"/>
    <w:rsid w:val="0057242E"/>
    <w:rsid w:val="00572438"/>
    <w:rsid w:val="00572904"/>
    <w:rsid w:val="0057299A"/>
    <w:rsid w:val="00574A32"/>
    <w:rsid w:val="00576885"/>
    <w:rsid w:val="00576A4E"/>
    <w:rsid w:val="0058218A"/>
    <w:rsid w:val="005823CC"/>
    <w:rsid w:val="00582998"/>
    <w:rsid w:val="00583EFC"/>
    <w:rsid w:val="005858AA"/>
    <w:rsid w:val="00586173"/>
    <w:rsid w:val="0059052C"/>
    <w:rsid w:val="0059217E"/>
    <w:rsid w:val="00592A51"/>
    <w:rsid w:val="005931AA"/>
    <w:rsid w:val="00593202"/>
    <w:rsid w:val="005938D1"/>
    <w:rsid w:val="00594507"/>
    <w:rsid w:val="005948A3"/>
    <w:rsid w:val="00595889"/>
    <w:rsid w:val="00596158"/>
    <w:rsid w:val="005961AE"/>
    <w:rsid w:val="005964CD"/>
    <w:rsid w:val="00596D93"/>
    <w:rsid w:val="00597BFF"/>
    <w:rsid w:val="005A175E"/>
    <w:rsid w:val="005A26EE"/>
    <w:rsid w:val="005A4720"/>
    <w:rsid w:val="005A4845"/>
    <w:rsid w:val="005A5216"/>
    <w:rsid w:val="005B0B44"/>
    <w:rsid w:val="005B1215"/>
    <w:rsid w:val="005B2E20"/>
    <w:rsid w:val="005B2E24"/>
    <w:rsid w:val="005B3A93"/>
    <w:rsid w:val="005B4A8A"/>
    <w:rsid w:val="005B6645"/>
    <w:rsid w:val="005B6A20"/>
    <w:rsid w:val="005C1916"/>
    <w:rsid w:val="005C2F78"/>
    <w:rsid w:val="005C4D8B"/>
    <w:rsid w:val="005C5D3F"/>
    <w:rsid w:val="005C6E55"/>
    <w:rsid w:val="005C7467"/>
    <w:rsid w:val="005D0348"/>
    <w:rsid w:val="005D0546"/>
    <w:rsid w:val="005D06F0"/>
    <w:rsid w:val="005D1794"/>
    <w:rsid w:val="005D1D58"/>
    <w:rsid w:val="005D3CCA"/>
    <w:rsid w:val="005D5BA3"/>
    <w:rsid w:val="005D623D"/>
    <w:rsid w:val="005E148F"/>
    <w:rsid w:val="005E1BF5"/>
    <w:rsid w:val="005E1BF6"/>
    <w:rsid w:val="005E3090"/>
    <w:rsid w:val="005E3640"/>
    <w:rsid w:val="005E6AF1"/>
    <w:rsid w:val="005F250B"/>
    <w:rsid w:val="005F2749"/>
    <w:rsid w:val="005F2CEC"/>
    <w:rsid w:val="005F4522"/>
    <w:rsid w:val="005F4A5C"/>
    <w:rsid w:val="005F5D52"/>
    <w:rsid w:val="005F5E96"/>
    <w:rsid w:val="00600B2C"/>
    <w:rsid w:val="0060478F"/>
    <w:rsid w:val="00605773"/>
    <w:rsid w:val="00606872"/>
    <w:rsid w:val="006075BF"/>
    <w:rsid w:val="00611919"/>
    <w:rsid w:val="006121C0"/>
    <w:rsid w:val="0061223B"/>
    <w:rsid w:val="00612508"/>
    <w:rsid w:val="0061334A"/>
    <w:rsid w:val="006137FE"/>
    <w:rsid w:val="00613CB9"/>
    <w:rsid w:val="006140D5"/>
    <w:rsid w:val="0061439F"/>
    <w:rsid w:val="00617EA7"/>
    <w:rsid w:val="006207B0"/>
    <w:rsid w:val="00620EB0"/>
    <w:rsid w:val="00623106"/>
    <w:rsid w:val="006271CA"/>
    <w:rsid w:val="0062796A"/>
    <w:rsid w:val="006303D2"/>
    <w:rsid w:val="00630A9F"/>
    <w:rsid w:val="0063218F"/>
    <w:rsid w:val="0063359F"/>
    <w:rsid w:val="00633BFC"/>
    <w:rsid w:val="006347A6"/>
    <w:rsid w:val="00635E22"/>
    <w:rsid w:val="00636364"/>
    <w:rsid w:val="00636587"/>
    <w:rsid w:val="00637AF9"/>
    <w:rsid w:val="00637BE6"/>
    <w:rsid w:val="006402FF"/>
    <w:rsid w:val="00641420"/>
    <w:rsid w:val="0064347D"/>
    <w:rsid w:val="006436CB"/>
    <w:rsid w:val="00644ACE"/>
    <w:rsid w:val="00646560"/>
    <w:rsid w:val="00646D63"/>
    <w:rsid w:val="00647B29"/>
    <w:rsid w:val="00647FB1"/>
    <w:rsid w:val="00652C64"/>
    <w:rsid w:val="00653574"/>
    <w:rsid w:val="00653978"/>
    <w:rsid w:val="006544BC"/>
    <w:rsid w:val="00655A53"/>
    <w:rsid w:val="00656920"/>
    <w:rsid w:val="006579E7"/>
    <w:rsid w:val="00657CA4"/>
    <w:rsid w:val="00660FA7"/>
    <w:rsid w:val="006612E7"/>
    <w:rsid w:val="00663B7C"/>
    <w:rsid w:val="00664562"/>
    <w:rsid w:val="00664660"/>
    <w:rsid w:val="00664947"/>
    <w:rsid w:val="00664AFA"/>
    <w:rsid w:val="00667308"/>
    <w:rsid w:val="00667BE8"/>
    <w:rsid w:val="00667D04"/>
    <w:rsid w:val="006741C8"/>
    <w:rsid w:val="006749AE"/>
    <w:rsid w:val="00674D31"/>
    <w:rsid w:val="00677835"/>
    <w:rsid w:val="00677D98"/>
    <w:rsid w:val="00680ECF"/>
    <w:rsid w:val="006818B7"/>
    <w:rsid w:val="00682BA9"/>
    <w:rsid w:val="00682F0E"/>
    <w:rsid w:val="006848FE"/>
    <w:rsid w:val="0068516E"/>
    <w:rsid w:val="00685C0A"/>
    <w:rsid w:val="00685F75"/>
    <w:rsid w:val="00687AC3"/>
    <w:rsid w:val="006914D5"/>
    <w:rsid w:val="00691A02"/>
    <w:rsid w:val="0069227A"/>
    <w:rsid w:val="006923B6"/>
    <w:rsid w:val="00693C15"/>
    <w:rsid w:val="00695C40"/>
    <w:rsid w:val="00696C54"/>
    <w:rsid w:val="00696EC5"/>
    <w:rsid w:val="006A3AF5"/>
    <w:rsid w:val="006A442F"/>
    <w:rsid w:val="006A4D51"/>
    <w:rsid w:val="006A4FD3"/>
    <w:rsid w:val="006A5E5E"/>
    <w:rsid w:val="006B11D0"/>
    <w:rsid w:val="006B3CDA"/>
    <w:rsid w:val="006B425E"/>
    <w:rsid w:val="006C0A76"/>
    <w:rsid w:val="006C0BE8"/>
    <w:rsid w:val="006C240B"/>
    <w:rsid w:val="006C28D9"/>
    <w:rsid w:val="006C2A68"/>
    <w:rsid w:val="006C2BBC"/>
    <w:rsid w:val="006C36EF"/>
    <w:rsid w:val="006C3B3D"/>
    <w:rsid w:val="006C556D"/>
    <w:rsid w:val="006C7B62"/>
    <w:rsid w:val="006D0E52"/>
    <w:rsid w:val="006D32AE"/>
    <w:rsid w:val="006D51DC"/>
    <w:rsid w:val="006D5275"/>
    <w:rsid w:val="006D7AB7"/>
    <w:rsid w:val="006E0731"/>
    <w:rsid w:val="006E0A52"/>
    <w:rsid w:val="006E1D07"/>
    <w:rsid w:val="006E2BE5"/>
    <w:rsid w:val="006E4BFE"/>
    <w:rsid w:val="006E4E89"/>
    <w:rsid w:val="006E561B"/>
    <w:rsid w:val="006E75C0"/>
    <w:rsid w:val="006F0187"/>
    <w:rsid w:val="006F0408"/>
    <w:rsid w:val="006F07D7"/>
    <w:rsid w:val="006F094E"/>
    <w:rsid w:val="006F1276"/>
    <w:rsid w:val="006F2226"/>
    <w:rsid w:val="006F3DA6"/>
    <w:rsid w:val="006F3F08"/>
    <w:rsid w:val="006F47F9"/>
    <w:rsid w:val="006F53DE"/>
    <w:rsid w:val="006F58F8"/>
    <w:rsid w:val="00700A03"/>
    <w:rsid w:val="0070173D"/>
    <w:rsid w:val="00702AF6"/>
    <w:rsid w:val="00702E1E"/>
    <w:rsid w:val="007031D9"/>
    <w:rsid w:val="00703A49"/>
    <w:rsid w:val="00704731"/>
    <w:rsid w:val="0070534C"/>
    <w:rsid w:val="00705B44"/>
    <w:rsid w:val="00710FC3"/>
    <w:rsid w:val="00711324"/>
    <w:rsid w:val="00711AC1"/>
    <w:rsid w:val="00711AFC"/>
    <w:rsid w:val="00711E26"/>
    <w:rsid w:val="00713907"/>
    <w:rsid w:val="00715B49"/>
    <w:rsid w:val="00716231"/>
    <w:rsid w:val="00720A2A"/>
    <w:rsid w:val="00721AB0"/>
    <w:rsid w:val="00722296"/>
    <w:rsid w:val="00722873"/>
    <w:rsid w:val="007229A2"/>
    <w:rsid w:val="0072397B"/>
    <w:rsid w:val="007240C1"/>
    <w:rsid w:val="007242F3"/>
    <w:rsid w:val="00724BF5"/>
    <w:rsid w:val="00724DB4"/>
    <w:rsid w:val="007252B6"/>
    <w:rsid w:val="00725EB7"/>
    <w:rsid w:val="00726065"/>
    <w:rsid w:val="007307DC"/>
    <w:rsid w:val="00732952"/>
    <w:rsid w:val="00732AE8"/>
    <w:rsid w:val="007331AE"/>
    <w:rsid w:val="00733F81"/>
    <w:rsid w:val="00735A0A"/>
    <w:rsid w:val="00736B4F"/>
    <w:rsid w:val="00740A8A"/>
    <w:rsid w:val="00742A4B"/>
    <w:rsid w:val="00742CD8"/>
    <w:rsid w:val="00745194"/>
    <w:rsid w:val="00745A38"/>
    <w:rsid w:val="00746E0F"/>
    <w:rsid w:val="00747A90"/>
    <w:rsid w:val="00750110"/>
    <w:rsid w:val="00750678"/>
    <w:rsid w:val="0075105B"/>
    <w:rsid w:val="00751641"/>
    <w:rsid w:val="00753ADD"/>
    <w:rsid w:val="00755D33"/>
    <w:rsid w:val="00755EBF"/>
    <w:rsid w:val="00756D01"/>
    <w:rsid w:val="00760D97"/>
    <w:rsid w:val="007612D3"/>
    <w:rsid w:val="007614DD"/>
    <w:rsid w:val="00762133"/>
    <w:rsid w:val="007632B0"/>
    <w:rsid w:val="007644A1"/>
    <w:rsid w:val="00765BB3"/>
    <w:rsid w:val="00767B19"/>
    <w:rsid w:val="00770818"/>
    <w:rsid w:val="00772206"/>
    <w:rsid w:val="0077552B"/>
    <w:rsid w:val="00775D12"/>
    <w:rsid w:val="00776D40"/>
    <w:rsid w:val="00781163"/>
    <w:rsid w:val="0078145A"/>
    <w:rsid w:val="00782192"/>
    <w:rsid w:val="0078224C"/>
    <w:rsid w:val="007827C8"/>
    <w:rsid w:val="007840EF"/>
    <w:rsid w:val="00785C64"/>
    <w:rsid w:val="00786609"/>
    <w:rsid w:val="00787025"/>
    <w:rsid w:val="00791B6D"/>
    <w:rsid w:val="00791FB3"/>
    <w:rsid w:val="00793E28"/>
    <w:rsid w:val="00794646"/>
    <w:rsid w:val="007976E8"/>
    <w:rsid w:val="007A009F"/>
    <w:rsid w:val="007A0CFA"/>
    <w:rsid w:val="007A1ABE"/>
    <w:rsid w:val="007A25BA"/>
    <w:rsid w:val="007A2F17"/>
    <w:rsid w:val="007A324A"/>
    <w:rsid w:val="007A3922"/>
    <w:rsid w:val="007A4225"/>
    <w:rsid w:val="007A4D86"/>
    <w:rsid w:val="007A56EB"/>
    <w:rsid w:val="007A5E8D"/>
    <w:rsid w:val="007A763B"/>
    <w:rsid w:val="007B069D"/>
    <w:rsid w:val="007B1DDC"/>
    <w:rsid w:val="007B2981"/>
    <w:rsid w:val="007B3E03"/>
    <w:rsid w:val="007C1745"/>
    <w:rsid w:val="007C190A"/>
    <w:rsid w:val="007C2B34"/>
    <w:rsid w:val="007C5204"/>
    <w:rsid w:val="007D038B"/>
    <w:rsid w:val="007D070C"/>
    <w:rsid w:val="007D241F"/>
    <w:rsid w:val="007D4154"/>
    <w:rsid w:val="007D445C"/>
    <w:rsid w:val="007D6968"/>
    <w:rsid w:val="007D7816"/>
    <w:rsid w:val="007E0651"/>
    <w:rsid w:val="007E11E5"/>
    <w:rsid w:val="007E141D"/>
    <w:rsid w:val="007E1505"/>
    <w:rsid w:val="007E15B6"/>
    <w:rsid w:val="007E2626"/>
    <w:rsid w:val="007E2B42"/>
    <w:rsid w:val="007E2D64"/>
    <w:rsid w:val="007E2DD3"/>
    <w:rsid w:val="007E5EA6"/>
    <w:rsid w:val="007E6ED5"/>
    <w:rsid w:val="007E7B6C"/>
    <w:rsid w:val="007F02CA"/>
    <w:rsid w:val="007F0744"/>
    <w:rsid w:val="007F0F39"/>
    <w:rsid w:val="007F1007"/>
    <w:rsid w:val="007F3038"/>
    <w:rsid w:val="007F3B37"/>
    <w:rsid w:val="007F4522"/>
    <w:rsid w:val="007F4D24"/>
    <w:rsid w:val="007F50BA"/>
    <w:rsid w:val="007F5389"/>
    <w:rsid w:val="007F556A"/>
    <w:rsid w:val="007F606A"/>
    <w:rsid w:val="00801187"/>
    <w:rsid w:val="00802435"/>
    <w:rsid w:val="00802625"/>
    <w:rsid w:val="00803765"/>
    <w:rsid w:val="00803AD6"/>
    <w:rsid w:val="00804B75"/>
    <w:rsid w:val="00805652"/>
    <w:rsid w:val="0080571D"/>
    <w:rsid w:val="00805E1E"/>
    <w:rsid w:val="008072D5"/>
    <w:rsid w:val="008077A0"/>
    <w:rsid w:val="0081309A"/>
    <w:rsid w:val="00814461"/>
    <w:rsid w:val="00814B4D"/>
    <w:rsid w:val="00815218"/>
    <w:rsid w:val="008159DE"/>
    <w:rsid w:val="00816169"/>
    <w:rsid w:val="00816303"/>
    <w:rsid w:val="008165BA"/>
    <w:rsid w:val="00817D20"/>
    <w:rsid w:val="0082240D"/>
    <w:rsid w:val="00822C4B"/>
    <w:rsid w:val="00823A73"/>
    <w:rsid w:val="00824B6B"/>
    <w:rsid w:val="00830FD6"/>
    <w:rsid w:val="00831FFB"/>
    <w:rsid w:val="00833825"/>
    <w:rsid w:val="00833B58"/>
    <w:rsid w:val="00833BCF"/>
    <w:rsid w:val="008348D5"/>
    <w:rsid w:val="008372E4"/>
    <w:rsid w:val="0083778E"/>
    <w:rsid w:val="00841363"/>
    <w:rsid w:val="00841549"/>
    <w:rsid w:val="00841EF8"/>
    <w:rsid w:val="008438B2"/>
    <w:rsid w:val="00846906"/>
    <w:rsid w:val="00846E3F"/>
    <w:rsid w:val="00847E3F"/>
    <w:rsid w:val="008537E0"/>
    <w:rsid w:val="0085465B"/>
    <w:rsid w:val="00857C95"/>
    <w:rsid w:val="00857F0C"/>
    <w:rsid w:val="00857F5C"/>
    <w:rsid w:val="008618DE"/>
    <w:rsid w:val="008626C5"/>
    <w:rsid w:val="00862736"/>
    <w:rsid w:val="008645D9"/>
    <w:rsid w:val="0086599D"/>
    <w:rsid w:val="00871FF2"/>
    <w:rsid w:val="008731BC"/>
    <w:rsid w:val="008732C7"/>
    <w:rsid w:val="00874FB3"/>
    <w:rsid w:val="00877324"/>
    <w:rsid w:val="00880F86"/>
    <w:rsid w:val="00881AB0"/>
    <w:rsid w:val="00882081"/>
    <w:rsid w:val="0088332B"/>
    <w:rsid w:val="008840EF"/>
    <w:rsid w:val="008842B0"/>
    <w:rsid w:val="008870A2"/>
    <w:rsid w:val="00887839"/>
    <w:rsid w:val="00887F57"/>
    <w:rsid w:val="008901F8"/>
    <w:rsid w:val="00890FE1"/>
    <w:rsid w:val="00891634"/>
    <w:rsid w:val="008917C5"/>
    <w:rsid w:val="00892196"/>
    <w:rsid w:val="008938CD"/>
    <w:rsid w:val="0089455C"/>
    <w:rsid w:val="0089737A"/>
    <w:rsid w:val="008975BC"/>
    <w:rsid w:val="008A1469"/>
    <w:rsid w:val="008A1F06"/>
    <w:rsid w:val="008A257D"/>
    <w:rsid w:val="008A26BA"/>
    <w:rsid w:val="008A33D0"/>
    <w:rsid w:val="008A4280"/>
    <w:rsid w:val="008A4A66"/>
    <w:rsid w:val="008A57C7"/>
    <w:rsid w:val="008A75E8"/>
    <w:rsid w:val="008B0587"/>
    <w:rsid w:val="008B2A43"/>
    <w:rsid w:val="008B2F94"/>
    <w:rsid w:val="008B329A"/>
    <w:rsid w:val="008B40D7"/>
    <w:rsid w:val="008B4D56"/>
    <w:rsid w:val="008B548C"/>
    <w:rsid w:val="008B54AF"/>
    <w:rsid w:val="008B599D"/>
    <w:rsid w:val="008B6FCC"/>
    <w:rsid w:val="008C0EA8"/>
    <w:rsid w:val="008C172A"/>
    <w:rsid w:val="008C38A7"/>
    <w:rsid w:val="008C4F9D"/>
    <w:rsid w:val="008C5CF2"/>
    <w:rsid w:val="008C61F2"/>
    <w:rsid w:val="008C6395"/>
    <w:rsid w:val="008D1271"/>
    <w:rsid w:val="008D2120"/>
    <w:rsid w:val="008D24A5"/>
    <w:rsid w:val="008D3105"/>
    <w:rsid w:val="008D386B"/>
    <w:rsid w:val="008D3C50"/>
    <w:rsid w:val="008D4220"/>
    <w:rsid w:val="008D4901"/>
    <w:rsid w:val="008D7387"/>
    <w:rsid w:val="008E15B5"/>
    <w:rsid w:val="008E34BB"/>
    <w:rsid w:val="008E419E"/>
    <w:rsid w:val="008E460D"/>
    <w:rsid w:val="008F09BD"/>
    <w:rsid w:val="008F0E18"/>
    <w:rsid w:val="008F1274"/>
    <w:rsid w:val="008F142A"/>
    <w:rsid w:val="008F3CB6"/>
    <w:rsid w:val="008F4717"/>
    <w:rsid w:val="008F4869"/>
    <w:rsid w:val="008F5BA9"/>
    <w:rsid w:val="008F5F77"/>
    <w:rsid w:val="009002A1"/>
    <w:rsid w:val="009009EB"/>
    <w:rsid w:val="00901C2F"/>
    <w:rsid w:val="009033B5"/>
    <w:rsid w:val="00903A0F"/>
    <w:rsid w:val="0090402E"/>
    <w:rsid w:val="0090414F"/>
    <w:rsid w:val="00905B86"/>
    <w:rsid w:val="00906046"/>
    <w:rsid w:val="00906A7E"/>
    <w:rsid w:val="00906AD8"/>
    <w:rsid w:val="009100D8"/>
    <w:rsid w:val="00911675"/>
    <w:rsid w:val="00911C6D"/>
    <w:rsid w:val="0091262C"/>
    <w:rsid w:val="00912A65"/>
    <w:rsid w:val="00913D2D"/>
    <w:rsid w:val="00914CE9"/>
    <w:rsid w:val="0091555D"/>
    <w:rsid w:val="00915F04"/>
    <w:rsid w:val="009163A9"/>
    <w:rsid w:val="00920BAE"/>
    <w:rsid w:val="00920DA3"/>
    <w:rsid w:val="0092119F"/>
    <w:rsid w:val="009223C2"/>
    <w:rsid w:val="00922989"/>
    <w:rsid w:val="009229F2"/>
    <w:rsid w:val="00923C35"/>
    <w:rsid w:val="0092694A"/>
    <w:rsid w:val="00930AD3"/>
    <w:rsid w:val="00930BDE"/>
    <w:rsid w:val="00931396"/>
    <w:rsid w:val="00933F30"/>
    <w:rsid w:val="009358F6"/>
    <w:rsid w:val="009360DD"/>
    <w:rsid w:val="009363ED"/>
    <w:rsid w:val="009365D3"/>
    <w:rsid w:val="00940186"/>
    <w:rsid w:val="009408C8"/>
    <w:rsid w:val="00941C60"/>
    <w:rsid w:val="0094262A"/>
    <w:rsid w:val="00942952"/>
    <w:rsid w:val="00942ADB"/>
    <w:rsid w:val="00943107"/>
    <w:rsid w:val="0094329C"/>
    <w:rsid w:val="00944AD1"/>
    <w:rsid w:val="00945105"/>
    <w:rsid w:val="00950534"/>
    <w:rsid w:val="0095151E"/>
    <w:rsid w:val="0095198A"/>
    <w:rsid w:val="00951C07"/>
    <w:rsid w:val="00953B50"/>
    <w:rsid w:val="00953B5D"/>
    <w:rsid w:val="00953E25"/>
    <w:rsid w:val="009545D5"/>
    <w:rsid w:val="00955E57"/>
    <w:rsid w:val="00955F3C"/>
    <w:rsid w:val="0095725A"/>
    <w:rsid w:val="009664CA"/>
    <w:rsid w:val="00966515"/>
    <w:rsid w:val="00966CD9"/>
    <w:rsid w:val="00972730"/>
    <w:rsid w:val="00973ECC"/>
    <w:rsid w:val="0097613F"/>
    <w:rsid w:val="0097631F"/>
    <w:rsid w:val="00977242"/>
    <w:rsid w:val="0098043C"/>
    <w:rsid w:val="00982247"/>
    <w:rsid w:val="00982CD0"/>
    <w:rsid w:val="0098441C"/>
    <w:rsid w:val="0098470E"/>
    <w:rsid w:val="00985B18"/>
    <w:rsid w:val="00985E83"/>
    <w:rsid w:val="009862B8"/>
    <w:rsid w:val="009863AE"/>
    <w:rsid w:val="00986AF1"/>
    <w:rsid w:val="00990DC8"/>
    <w:rsid w:val="00991FA6"/>
    <w:rsid w:val="009933D0"/>
    <w:rsid w:val="00993945"/>
    <w:rsid w:val="009950DC"/>
    <w:rsid w:val="00995BDE"/>
    <w:rsid w:val="00995F9A"/>
    <w:rsid w:val="0099691C"/>
    <w:rsid w:val="0099745B"/>
    <w:rsid w:val="009977B7"/>
    <w:rsid w:val="009A04BA"/>
    <w:rsid w:val="009A0711"/>
    <w:rsid w:val="009A19B7"/>
    <w:rsid w:val="009A1A33"/>
    <w:rsid w:val="009A1E6C"/>
    <w:rsid w:val="009A1E71"/>
    <w:rsid w:val="009A21BB"/>
    <w:rsid w:val="009A2E51"/>
    <w:rsid w:val="009A4A83"/>
    <w:rsid w:val="009A5CB4"/>
    <w:rsid w:val="009A6A04"/>
    <w:rsid w:val="009A71E2"/>
    <w:rsid w:val="009A7EBB"/>
    <w:rsid w:val="009B0042"/>
    <w:rsid w:val="009B0719"/>
    <w:rsid w:val="009B165D"/>
    <w:rsid w:val="009B1D51"/>
    <w:rsid w:val="009B716A"/>
    <w:rsid w:val="009B7975"/>
    <w:rsid w:val="009B7C50"/>
    <w:rsid w:val="009C0DF7"/>
    <w:rsid w:val="009C253D"/>
    <w:rsid w:val="009C2A13"/>
    <w:rsid w:val="009C4643"/>
    <w:rsid w:val="009C4DDC"/>
    <w:rsid w:val="009C4E49"/>
    <w:rsid w:val="009C568C"/>
    <w:rsid w:val="009C5E41"/>
    <w:rsid w:val="009C644E"/>
    <w:rsid w:val="009C6754"/>
    <w:rsid w:val="009D0765"/>
    <w:rsid w:val="009D0967"/>
    <w:rsid w:val="009D1655"/>
    <w:rsid w:val="009D24EB"/>
    <w:rsid w:val="009D350D"/>
    <w:rsid w:val="009D3A65"/>
    <w:rsid w:val="009D3A94"/>
    <w:rsid w:val="009D5540"/>
    <w:rsid w:val="009D5F95"/>
    <w:rsid w:val="009D6B55"/>
    <w:rsid w:val="009D72FB"/>
    <w:rsid w:val="009D7B07"/>
    <w:rsid w:val="009E0767"/>
    <w:rsid w:val="009E2B05"/>
    <w:rsid w:val="009E523D"/>
    <w:rsid w:val="009E60BF"/>
    <w:rsid w:val="009E697C"/>
    <w:rsid w:val="009E78DD"/>
    <w:rsid w:val="009F15E6"/>
    <w:rsid w:val="009F1A2C"/>
    <w:rsid w:val="009F3103"/>
    <w:rsid w:val="009F4F2A"/>
    <w:rsid w:val="009F596A"/>
    <w:rsid w:val="009F5B17"/>
    <w:rsid w:val="009F5BD2"/>
    <w:rsid w:val="009F636D"/>
    <w:rsid w:val="009F755A"/>
    <w:rsid w:val="009F764E"/>
    <w:rsid w:val="00A00192"/>
    <w:rsid w:val="00A00958"/>
    <w:rsid w:val="00A01301"/>
    <w:rsid w:val="00A0151A"/>
    <w:rsid w:val="00A01870"/>
    <w:rsid w:val="00A02686"/>
    <w:rsid w:val="00A02EE4"/>
    <w:rsid w:val="00A03570"/>
    <w:rsid w:val="00A057AE"/>
    <w:rsid w:val="00A078AE"/>
    <w:rsid w:val="00A07A0D"/>
    <w:rsid w:val="00A07FDC"/>
    <w:rsid w:val="00A10D0E"/>
    <w:rsid w:val="00A13FEE"/>
    <w:rsid w:val="00A16E6D"/>
    <w:rsid w:val="00A1714D"/>
    <w:rsid w:val="00A179A8"/>
    <w:rsid w:val="00A17E0F"/>
    <w:rsid w:val="00A21BF4"/>
    <w:rsid w:val="00A24127"/>
    <w:rsid w:val="00A24F0F"/>
    <w:rsid w:val="00A256C7"/>
    <w:rsid w:val="00A26A3D"/>
    <w:rsid w:val="00A30527"/>
    <w:rsid w:val="00A308F3"/>
    <w:rsid w:val="00A30A95"/>
    <w:rsid w:val="00A30C61"/>
    <w:rsid w:val="00A310C6"/>
    <w:rsid w:val="00A314A0"/>
    <w:rsid w:val="00A31ED3"/>
    <w:rsid w:val="00A32201"/>
    <w:rsid w:val="00A32540"/>
    <w:rsid w:val="00A32C8C"/>
    <w:rsid w:val="00A35D92"/>
    <w:rsid w:val="00A37E06"/>
    <w:rsid w:val="00A40365"/>
    <w:rsid w:val="00A43962"/>
    <w:rsid w:val="00A44B9A"/>
    <w:rsid w:val="00A45233"/>
    <w:rsid w:val="00A475DA"/>
    <w:rsid w:val="00A479E9"/>
    <w:rsid w:val="00A47D0B"/>
    <w:rsid w:val="00A5079F"/>
    <w:rsid w:val="00A51BA5"/>
    <w:rsid w:val="00A52016"/>
    <w:rsid w:val="00A52E84"/>
    <w:rsid w:val="00A5388F"/>
    <w:rsid w:val="00A53BC6"/>
    <w:rsid w:val="00A54C91"/>
    <w:rsid w:val="00A55B6D"/>
    <w:rsid w:val="00A5680D"/>
    <w:rsid w:val="00A56FF2"/>
    <w:rsid w:val="00A576FD"/>
    <w:rsid w:val="00A615D6"/>
    <w:rsid w:val="00A6222A"/>
    <w:rsid w:val="00A62DAE"/>
    <w:rsid w:val="00A63B64"/>
    <w:rsid w:val="00A64970"/>
    <w:rsid w:val="00A672D5"/>
    <w:rsid w:val="00A679D6"/>
    <w:rsid w:val="00A720CB"/>
    <w:rsid w:val="00A735A2"/>
    <w:rsid w:val="00A755DA"/>
    <w:rsid w:val="00A75C0E"/>
    <w:rsid w:val="00A75E1F"/>
    <w:rsid w:val="00A77383"/>
    <w:rsid w:val="00A8123C"/>
    <w:rsid w:val="00A81903"/>
    <w:rsid w:val="00A8247F"/>
    <w:rsid w:val="00A83406"/>
    <w:rsid w:val="00A84F37"/>
    <w:rsid w:val="00A85E7E"/>
    <w:rsid w:val="00A90B00"/>
    <w:rsid w:val="00A90EE7"/>
    <w:rsid w:val="00A915C5"/>
    <w:rsid w:val="00A91A12"/>
    <w:rsid w:val="00A91CDC"/>
    <w:rsid w:val="00A9645F"/>
    <w:rsid w:val="00A97349"/>
    <w:rsid w:val="00A97CE6"/>
    <w:rsid w:val="00AA052A"/>
    <w:rsid w:val="00AA0A51"/>
    <w:rsid w:val="00AA0FC1"/>
    <w:rsid w:val="00AA26E0"/>
    <w:rsid w:val="00AA2A41"/>
    <w:rsid w:val="00AA4A4A"/>
    <w:rsid w:val="00AA4E03"/>
    <w:rsid w:val="00AA6903"/>
    <w:rsid w:val="00AA78EF"/>
    <w:rsid w:val="00AA7A46"/>
    <w:rsid w:val="00AB034E"/>
    <w:rsid w:val="00AB2DE4"/>
    <w:rsid w:val="00AB57FE"/>
    <w:rsid w:val="00AB5DBE"/>
    <w:rsid w:val="00AC0A99"/>
    <w:rsid w:val="00AC25E8"/>
    <w:rsid w:val="00AC2A83"/>
    <w:rsid w:val="00AC2CC5"/>
    <w:rsid w:val="00AC6091"/>
    <w:rsid w:val="00AC646A"/>
    <w:rsid w:val="00AD0038"/>
    <w:rsid w:val="00AD0E47"/>
    <w:rsid w:val="00AD2498"/>
    <w:rsid w:val="00AD30E6"/>
    <w:rsid w:val="00AD4A28"/>
    <w:rsid w:val="00AD4C41"/>
    <w:rsid w:val="00AD4E4D"/>
    <w:rsid w:val="00AD6F1E"/>
    <w:rsid w:val="00AD7733"/>
    <w:rsid w:val="00AE1478"/>
    <w:rsid w:val="00AE207D"/>
    <w:rsid w:val="00AE2730"/>
    <w:rsid w:val="00AE288A"/>
    <w:rsid w:val="00AE61BB"/>
    <w:rsid w:val="00AE62C9"/>
    <w:rsid w:val="00AE7A40"/>
    <w:rsid w:val="00AF1588"/>
    <w:rsid w:val="00AF15BB"/>
    <w:rsid w:val="00AF18A7"/>
    <w:rsid w:val="00AF28D5"/>
    <w:rsid w:val="00AF4CD1"/>
    <w:rsid w:val="00AF4D29"/>
    <w:rsid w:val="00AF502C"/>
    <w:rsid w:val="00AF5D11"/>
    <w:rsid w:val="00AF6B9F"/>
    <w:rsid w:val="00AF6BFB"/>
    <w:rsid w:val="00AF7811"/>
    <w:rsid w:val="00B00972"/>
    <w:rsid w:val="00B01B9C"/>
    <w:rsid w:val="00B023CC"/>
    <w:rsid w:val="00B028EF"/>
    <w:rsid w:val="00B0312F"/>
    <w:rsid w:val="00B04CE8"/>
    <w:rsid w:val="00B064EF"/>
    <w:rsid w:val="00B06F07"/>
    <w:rsid w:val="00B07C5A"/>
    <w:rsid w:val="00B10DD8"/>
    <w:rsid w:val="00B1330F"/>
    <w:rsid w:val="00B13906"/>
    <w:rsid w:val="00B156ED"/>
    <w:rsid w:val="00B15876"/>
    <w:rsid w:val="00B15FAC"/>
    <w:rsid w:val="00B164A6"/>
    <w:rsid w:val="00B2139D"/>
    <w:rsid w:val="00B2173F"/>
    <w:rsid w:val="00B251D6"/>
    <w:rsid w:val="00B25C1B"/>
    <w:rsid w:val="00B25E47"/>
    <w:rsid w:val="00B2646A"/>
    <w:rsid w:val="00B30DC6"/>
    <w:rsid w:val="00B30E29"/>
    <w:rsid w:val="00B3193B"/>
    <w:rsid w:val="00B32E4C"/>
    <w:rsid w:val="00B3404F"/>
    <w:rsid w:val="00B3503D"/>
    <w:rsid w:val="00B354B9"/>
    <w:rsid w:val="00B3714E"/>
    <w:rsid w:val="00B379C8"/>
    <w:rsid w:val="00B37EEE"/>
    <w:rsid w:val="00B404E8"/>
    <w:rsid w:val="00B40F68"/>
    <w:rsid w:val="00B41391"/>
    <w:rsid w:val="00B4370B"/>
    <w:rsid w:val="00B45B2F"/>
    <w:rsid w:val="00B464A2"/>
    <w:rsid w:val="00B4666F"/>
    <w:rsid w:val="00B46ACD"/>
    <w:rsid w:val="00B47A5F"/>
    <w:rsid w:val="00B50B3A"/>
    <w:rsid w:val="00B52956"/>
    <w:rsid w:val="00B53F8E"/>
    <w:rsid w:val="00B54C1F"/>
    <w:rsid w:val="00B6009E"/>
    <w:rsid w:val="00B60362"/>
    <w:rsid w:val="00B61DDC"/>
    <w:rsid w:val="00B6240C"/>
    <w:rsid w:val="00B62A06"/>
    <w:rsid w:val="00B647F2"/>
    <w:rsid w:val="00B65B83"/>
    <w:rsid w:val="00B6736C"/>
    <w:rsid w:val="00B704ED"/>
    <w:rsid w:val="00B71B8F"/>
    <w:rsid w:val="00B728D8"/>
    <w:rsid w:val="00B729C6"/>
    <w:rsid w:val="00B72BBE"/>
    <w:rsid w:val="00B7565F"/>
    <w:rsid w:val="00B761EA"/>
    <w:rsid w:val="00B764EF"/>
    <w:rsid w:val="00B77085"/>
    <w:rsid w:val="00B7723A"/>
    <w:rsid w:val="00B77779"/>
    <w:rsid w:val="00B77FF5"/>
    <w:rsid w:val="00B80E46"/>
    <w:rsid w:val="00B819AB"/>
    <w:rsid w:val="00B81E1F"/>
    <w:rsid w:val="00B82CDC"/>
    <w:rsid w:val="00B83CFB"/>
    <w:rsid w:val="00B91628"/>
    <w:rsid w:val="00B921D2"/>
    <w:rsid w:val="00B92511"/>
    <w:rsid w:val="00B929C2"/>
    <w:rsid w:val="00B92CE2"/>
    <w:rsid w:val="00B93977"/>
    <w:rsid w:val="00B93B01"/>
    <w:rsid w:val="00B95848"/>
    <w:rsid w:val="00BA0C74"/>
    <w:rsid w:val="00BA34FF"/>
    <w:rsid w:val="00BA3F27"/>
    <w:rsid w:val="00BA4671"/>
    <w:rsid w:val="00BA50E2"/>
    <w:rsid w:val="00BA542A"/>
    <w:rsid w:val="00BA5435"/>
    <w:rsid w:val="00BA6AB2"/>
    <w:rsid w:val="00BA71BC"/>
    <w:rsid w:val="00BB08AB"/>
    <w:rsid w:val="00BB290E"/>
    <w:rsid w:val="00BB5A0B"/>
    <w:rsid w:val="00BC0444"/>
    <w:rsid w:val="00BC134B"/>
    <w:rsid w:val="00BC18AD"/>
    <w:rsid w:val="00BC2A3E"/>
    <w:rsid w:val="00BC3ABA"/>
    <w:rsid w:val="00BC45CE"/>
    <w:rsid w:val="00BC599A"/>
    <w:rsid w:val="00BC5D34"/>
    <w:rsid w:val="00BC67E2"/>
    <w:rsid w:val="00BD0223"/>
    <w:rsid w:val="00BD0E28"/>
    <w:rsid w:val="00BD0E7B"/>
    <w:rsid w:val="00BD1FF3"/>
    <w:rsid w:val="00BD2DB6"/>
    <w:rsid w:val="00BD4679"/>
    <w:rsid w:val="00BD7677"/>
    <w:rsid w:val="00BD7BDB"/>
    <w:rsid w:val="00BD7C81"/>
    <w:rsid w:val="00BD7F75"/>
    <w:rsid w:val="00BE1A51"/>
    <w:rsid w:val="00BE3DBE"/>
    <w:rsid w:val="00BE4A5A"/>
    <w:rsid w:val="00BE52DE"/>
    <w:rsid w:val="00BE5F25"/>
    <w:rsid w:val="00BF075E"/>
    <w:rsid w:val="00BF12E6"/>
    <w:rsid w:val="00BF19B7"/>
    <w:rsid w:val="00BF29A7"/>
    <w:rsid w:val="00BF2E39"/>
    <w:rsid w:val="00BF328E"/>
    <w:rsid w:val="00BF3984"/>
    <w:rsid w:val="00BF3F47"/>
    <w:rsid w:val="00BF49F2"/>
    <w:rsid w:val="00BF4B32"/>
    <w:rsid w:val="00BF4E37"/>
    <w:rsid w:val="00BF51C6"/>
    <w:rsid w:val="00BF51EE"/>
    <w:rsid w:val="00BF717A"/>
    <w:rsid w:val="00BF71D5"/>
    <w:rsid w:val="00C01850"/>
    <w:rsid w:val="00C0362A"/>
    <w:rsid w:val="00C03BF2"/>
    <w:rsid w:val="00C10486"/>
    <w:rsid w:val="00C116DC"/>
    <w:rsid w:val="00C12E28"/>
    <w:rsid w:val="00C13809"/>
    <w:rsid w:val="00C138C2"/>
    <w:rsid w:val="00C14694"/>
    <w:rsid w:val="00C164F6"/>
    <w:rsid w:val="00C17A64"/>
    <w:rsid w:val="00C2101E"/>
    <w:rsid w:val="00C21DBE"/>
    <w:rsid w:val="00C24EE6"/>
    <w:rsid w:val="00C2575C"/>
    <w:rsid w:val="00C31F68"/>
    <w:rsid w:val="00C32470"/>
    <w:rsid w:val="00C33E04"/>
    <w:rsid w:val="00C4026B"/>
    <w:rsid w:val="00C4094B"/>
    <w:rsid w:val="00C41B28"/>
    <w:rsid w:val="00C43EBB"/>
    <w:rsid w:val="00C452B8"/>
    <w:rsid w:val="00C474B3"/>
    <w:rsid w:val="00C47B58"/>
    <w:rsid w:val="00C47D3B"/>
    <w:rsid w:val="00C51D50"/>
    <w:rsid w:val="00C52875"/>
    <w:rsid w:val="00C528A8"/>
    <w:rsid w:val="00C52B8B"/>
    <w:rsid w:val="00C53702"/>
    <w:rsid w:val="00C5514C"/>
    <w:rsid w:val="00C56ED7"/>
    <w:rsid w:val="00C62A8A"/>
    <w:rsid w:val="00C643BB"/>
    <w:rsid w:val="00C646CE"/>
    <w:rsid w:val="00C65650"/>
    <w:rsid w:val="00C700A7"/>
    <w:rsid w:val="00C702F7"/>
    <w:rsid w:val="00C721CA"/>
    <w:rsid w:val="00C72301"/>
    <w:rsid w:val="00C72A2C"/>
    <w:rsid w:val="00C73A14"/>
    <w:rsid w:val="00C74B55"/>
    <w:rsid w:val="00C758BE"/>
    <w:rsid w:val="00C75AD3"/>
    <w:rsid w:val="00C75E3F"/>
    <w:rsid w:val="00C760F1"/>
    <w:rsid w:val="00C80784"/>
    <w:rsid w:val="00C80B9D"/>
    <w:rsid w:val="00C818B6"/>
    <w:rsid w:val="00C839F4"/>
    <w:rsid w:val="00C83F58"/>
    <w:rsid w:val="00C84A03"/>
    <w:rsid w:val="00C84D28"/>
    <w:rsid w:val="00C85E97"/>
    <w:rsid w:val="00C86492"/>
    <w:rsid w:val="00C870D2"/>
    <w:rsid w:val="00C873D1"/>
    <w:rsid w:val="00C877C9"/>
    <w:rsid w:val="00C915AB"/>
    <w:rsid w:val="00C91A42"/>
    <w:rsid w:val="00C92DBF"/>
    <w:rsid w:val="00C95606"/>
    <w:rsid w:val="00C964D6"/>
    <w:rsid w:val="00C96BB0"/>
    <w:rsid w:val="00C96FE1"/>
    <w:rsid w:val="00CA04A3"/>
    <w:rsid w:val="00CA158C"/>
    <w:rsid w:val="00CA185E"/>
    <w:rsid w:val="00CA1861"/>
    <w:rsid w:val="00CA298F"/>
    <w:rsid w:val="00CA2DA7"/>
    <w:rsid w:val="00CA5CD7"/>
    <w:rsid w:val="00CB1BC0"/>
    <w:rsid w:val="00CB6409"/>
    <w:rsid w:val="00CB6688"/>
    <w:rsid w:val="00CB7145"/>
    <w:rsid w:val="00CB715B"/>
    <w:rsid w:val="00CB7348"/>
    <w:rsid w:val="00CB796B"/>
    <w:rsid w:val="00CB7B0D"/>
    <w:rsid w:val="00CC022F"/>
    <w:rsid w:val="00CC03C7"/>
    <w:rsid w:val="00CC09B4"/>
    <w:rsid w:val="00CC282A"/>
    <w:rsid w:val="00CC435B"/>
    <w:rsid w:val="00CD034B"/>
    <w:rsid w:val="00CD2BB0"/>
    <w:rsid w:val="00CD300D"/>
    <w:rsid w:val="00CD453D"/>
    <w:rsid w:val="00CD50A8"/>
    <w:rsid w:val="00CD5C2E"/>
    <w:rsid w:val="00CD6D42"/>
    <w:rsid w:val="00CD7B81"/>
    <w:rsid w:val="00CD7E18"/>
    <w:rsid w:val="00CE0BD6"/>
    <w:rsid w:val="00CE1974"/>
    <w:rsid w:val="00CE1E2F"/>
    <w:rsid w:val="00CE279E"/>
    <w:rsid w:val="00CE29C7"/>
    <w:rsid w:val="00CE2DB1"/>
    <w:rsid w:val="00CE33BE"/>
    <w:rsid w:val="00CE3745"/>
    <w:rsid w:val="00CE3B9C"/>
    <w:rsid w:val="00CE4D05"/>
    <w:rsid w:val="00CE5269"/>
    <w:rsid w:val="00CE63D4"/>
    <w:rsid w:val="00CE6F60"/>
    <w:rsid w:val="00CF10E7"/>
    <w:rsid w:val="00CF3F22"/>
    <w:rsid w:val="00CF417E"/>
    <w:rsid w:val="00CF7E9D"/>
    <w:rsid w:val="00D010B5"/>
    <w:rsid w:val="00D01AF4"/>
    <w:rsid w:val="00D01E0E"/>
    <w:rsid w:val="00D0428D"/>
    <w:rsid w:val="00D045B5"/>
    <w:rsid w:val="00D07201"/>
    <w:rsid w:val="00D077A2"/>
    <w:rsid w:val="00D07A4D"/>
    <w:rsid w:val="00D10498"/>
    <w:rsid w:val="00D13196"/>
    <w:rsid w:val="00D166BD"/>
    <w:rsid w:val="00D16B51"/>
    <w:rsid w:val="00D1738D"/>
    <w:rsid w:val="00D203F6"/>
    <w:rsid w:val="00D20EC9"/>
    <w:rsid w:val="00D20FE0"/>
    <w:rsid w:val="00D23A2E"/>
    <w:rsid w:val="00D24EE6"/>
    <w:rsid w:val="00D250D7"/>
    <w:rsid w:val="00D254CE"/>
    <w:rsid w:val="00D2661B"/>
    <w:rsid w:val="00D26944"/>
    <w:rsid w:val="00D269DA"/>
    <w:rsid w:val="00D26C99"/>
    <w:rsid w:val="00D3068F"/>
    <w:rsid w:val="00D314D9"/>
    <w:rsid w:val="00D32931"/>
    <w:rsid w:val="00D3351C"/>
    <w:rsid w:val="00D35355"/>
    <w:rsid w:val="00D37802"/>
    <w:rsid w:val="00D415F9"/>
    <w:rsid w:val="00D4329E"/>
    <w:rsid w:val="00D43F5A"/>
    <w:rsid w:val="00D44090"/>
    <w:rsid w:val="00D44940"/>
    <w:rsid w:val="00D45BB9"/>
    <w:rsid w:val="00D4692D"/>
    <w:rsid w:val="00D4697D"/>
    <w:rsid w:val="00D47FD3"/>
    <w:rsid w:val="00D502AB"/>
    <w:rsid w:val="00D505F8"/>
    <w:rsid w:val="00D51F89"/>
    <w:rsid w:val="00D5252A"/>
    <w:rsid w:val="00D55F01"/>
    <w:rsid w:val="00D600FE"/>
    <w:rsid w:val="00D60FD6"/>
    <w:rsid w:val="00D61C88"/>
    <w:rsid w:val="00D61F4E"/>
    <w:rsid w:val="00D61FE2"/>
    <w:rsid w:val="00D646BD"/>
    <w:rsid w:val="00D64A7C"/>
    <w:rsid w:val="00D6677C"/>
    <w:rsid w:val="00D667C7"/>
    <w:rsid w:val="00D66A25"/>
    <w:rsid w:val="00D66CAD"/>
    <w:rsid w:val="00D66E74"/>
    <w:rsid w:val="00D712C0"/>
    <w:rsid w:val="00D7237E"/>
    <w:rsid w:val="00D7259B"/>
    <w:rsid w:val="00D73197"/>
    <w:rsid w:val="00D7355A"/>
    <w:rsid w:val="00D73EB8"/>
    <w:rsid w:val="00D74488"/>
    <w:rsid w:val="00D74BC2"/>
    <w:rsid w:val="00D7522E"/>
    <w:rsid w:val="00D755D9"/>
    <w:rsid w:val="00D759D1"/>
    <w:rsid w:val="00D80B2E"/>
    <w:rsid w:val="00D80D51"/>
    <w:rsid w:val="00D81019"/>
    <w:rsid w:val="00D82298"/>
    <w:rsid w:val="00D82BEC"/>
    <w:rsid w:val="00D82D82"/>
    <w:rsid w:val="00D83620"/>
    <w:rsid w:val="00D8488E"/>
    <w:rsid w:val="00D8566A"/>
    <w:rsid w:val="00D86716"/>
    <w:rsid w:val="00D9091D"/>
    <w:rsid w:val="00D92399"/>
    <w:rsid w:val="00D92D04"/>
    <w:rsid w:val="00D934C3"/>
    <w:rsid w:val="00D941C5"/>
    <w:rsid w:val="00D94A07"/>
    <w:rsid w:val="00D95410"/>
    <w:rsid w:val="00D95553"/>
    <w:rsid w:val="00D9704F"/>
    <w:rsid w:val="00DA11DC"/>
    <w:rsid w:val="00DA1864"/>
    <w:rsid w:val="00DA3CBA"/>
    <w:rsid w:val="00DA4508"/>
    <w:rsid w:val="00DA4B7A"/>
    <w:rsid w:val="00DA6286"/>
    <w:rsid w:val="00DB04C1"/>
    <w:rsid w:val="00DB0577"/>
    <w:rsid w:val="00DB286B"/>
    <w:rsid w:val="00DB5469"/>
    <w:rsid w:val="00DB5682"/>
    <w:rsid w:val="00DB68A9"/>
    <w:rsid w:val="00DC1DE7"/>
    <w:rsid w:val="00DC2EE4"/>
    <w:rsid w:val="00DC3E41"/>
    <w:rsid w:val="00DC5820"/>
    <w:rsid w:val="00DC6DB2"/>
    <w:rsid w:val="00DC758C"/>
    <w:rsid w:val="00DD075D"/>
    <w:rsid w:val="00DD07A1"/>
    <w:rsid w:val="00DD07EA"/>
    <w:rsid w:val="00DD14E8"/>
    <w:rsid w:val="00DD1E9B"/>
    <w:rsid w:val="00DD1FB4"/>
    <w:rsid w:val="00DD260D"/>
    <w:rsid w:val="00DD291D"/>
    <w:rsid w:val="00DD2A9C"/>
    <w:rsid w:val="00DD3092"/>
    <w:rsid w:val="00DD4F98"/>
    <w:rsid w:val="00DD698C"/>
    <w:rsid w:val="00DD6DFB"/>
    <w:rsid w:val="00DD74AA"/>
    <w:rsid w:val="00DE1B88"/>
    <w:rsid w:val="00DE1CAA"/>
    <w:rsid w:val="00DE4EDC"/>
    <w:rsid w:val="00DE5168"/>
    <w:rsid w:val="00DE78D2"/>
    <w:rsid w:val="00DE7ACB"/>
    <w:rsid w:val="00DE7B9F"/>
    <w:rsid w:val="00DF2DCD"/>
    <w:rsid w:val="00DF41DB"/>
    <w:rsid w:val="00DF6480"/>
    <w:rsid w:val="00DF6A11"/>
    <w:rsid w:val="00E002BE"/>
    <w:rsid w:val="00E00D4B"/>
    <w:rsid w:val="00E01658"/>
    <w:rsid w:val="00E01E50"/>
    <w:rsid w:val="00E02B51"/>
    <w:rsid w:val="00E03ABD"/>
    <w:rsid w:val="00E03CE7"/>
    <w:rsid w:val="00E05280"/>
    <w:rsid w:val="00E05F66"/>
    <w:rsid w:val="00E07FFA"/>
    <w:rsid w:val="00E10075"/>
    <w:rsid w:val="00E1057B"/>
    <w:rsid w:val="00E10F3D"/>
    <w:rsid w:val="00E11066"/>
    <w:rsid w:val="00E12A02"/>
    <w:rsid w:val="00E12B99"/>
    <w:rsid w:val="00E12CAA"/>
    <w:rsid w:val="00E13109"/>
    <w:rsid w:val="00E13C45"/>
    <w:rsid w:val="00E13DCD"/>
    <w:rsid w:val="00E13EA9"/>
    <w:rsid w:val="00E13F4D"/>
    <w:rsid w:val="00E1499C"/>
    <w:rsid w:val="00E15030"/>
    <w:rsid w:val="00E163CE"/>
    <w:rsid w:val="00E176FE"/>
    <w:rsid w:val="00E2006B"/>
    <w:rsid w:val="00E20930"/>
    <w:rsid w:val="00E21239"/>
    <w:rsid w:val="00E214FE"/>
    <w:rsid w:val="00E21BFF"/>
    <w:rsid w:val="00E258C5"/>
    <w:rsid w:val="00E30A39"/>
    <w:rsid w:val="00E31250"/>
    <w:rsid w:val="00E314FF"/>
    <w:rsid w:val="00E315C9"/>
    <w:rsid w:val="00E31E1C"/>
    <w:rsid w:val="00E32003"/>
    <w:rsid w:val="00E3213E"/>
    <w:rsid w:val="00E3511D"/>
    <w:rsid w:val="00E35ACB"/>
    <w:rsid w:val="00E360E7"/>
    <w:rsid w:val="00E365E5"/>
    <w:rsid w:val="00E377E2"/>
    <w:rsid w:val="00E37F1A"/>
    <w:rsid w:val="00E411AF"/>
    <w:rsid w:val="00E42AA7"/>
    <w:rsid w:val="00E42EA1"/>
    <w:rsid w:val="00E43F0C"/>
    <w:rsid w:val="00E43FA9"/>
    <w:rsid w:val="00E44054"/>
    <w:rsid w:val="00E45D95"/>
    <w:rsid w:val="00E45E27"/>
    <w:rsid w:val="00E46CD0"/>
    <w:rsid w:val="00E5052F"/>
    <w:rsid w:val="00E50CBC"/>
    <w:rsid w:val="00E52AC0"/>
    <w:rsid w:val="00E53E9D"/>
    <w:rsid w:val="00E5474A"/>
    <w:rsid w:val="00E54896"/>
    <w:rsid w:val="00E5492A"/>
    <w:rsid w:val="00E54C26"/>
    <w:rsid w:val="00E5504F"/>
    <w:rsid w:val="00E563E2"/>
    <w:rsid w:val="00E578F3"/>
    <w:rsid w:val="00E5790F"/>
    <w:rsid w:val="00E60736"/>
    <w:rsid w:val="00E6079E"/>
    <w:rsid w:val="00E634D8"/>
    <w:rsid w:val="00E63A2E"/>
    <w:rsid w:val="00E65994"/>
    <w:rsid w:val="00E66139"/>
    <w:rsid w:val="00E663CD"/>
    <w:rsid w:val="00E66A69"/>
    <w:rsid w:val="00E719E1"/>
    <w:rsid w:val="00E73983"/>
    <w:rsid w:val="00E74163"/>
    <w:rsid w:val="00E7444C"/>
    <w:rsid w:val="00E7547B"/>
    <w:rsid w:val="00E754E3"/>
    <w:rsid w:val="00E77582"/>
    <w:rsid w:val="00E82249"/>
    <w:rsid w:val="00E82B63"/>
    <w:rsid w:val="00E82EF8"/>
    <w:rsid w:val="00E86D5B"/>
    <w:rsid w:val="00E912BE"/>
    <w:rsid w:val="00E9352B"/>
    <w:rsid w:val="00E95A78"/>
    <w:rsid w:val="00E96441"/>
    <w:rsid w:val="00E974E7"/>
    <w:rsid w:val="00EA025D"/>
    <w:rsid w:val="00EA0DD6"/>
    <w:rsid w:val="00EA339D"/>
    <w:rsid w:val="00EA34E1"/>
    <w:rsid w:val="00EA40D2"/>
    <w:rsid w:val="00EA4609"/>
    <w:rsid w:val="00EA497A"/>
    <w:rsid w:val="00EA4A12"/>
    <w:rsid w:val="00EA4A8A"/>
    <w:rsid w:val="00EA591C"/>
    <w:rsid w:val="00EA6031"/>
    <w:rsid w:val="00EA7C4B"/>
    <w:rsid w:val="00EB0DA9"/>
    <w:rsid w:val="00EB0EA6"/>
    <w:rsid w:val="00EB14CE"/>
    <w:rsid w:val="00EB24B6"/>
    <w:rsid w:val="00EB2C6F"/>
    <w:rsid w:val="00EC10FB"/>
    <w:rsid w:val="00EC328E"/>
    <w:rsid w:val="00EC3B33"/>
    <w:rsid w:val="00EC4F01"/>
    <w:rsid w:val="00EC51A2"/>
    <w:rsid w:val="00EC59F1"/>
    <w:rsid w:val="00EC7566"/>
    <w:rsid w:val="00ED0E86"/>
    <w:rsid w:val="00ED12A4"/>
    <w:rsid w:val="00ED17A3"/>
    <w:rsid w:val="00ED401F"/>
    <w:rsid w:val="00ED4195"/>
    <w:rsid w:val="00ED461C"/>
    <w:rsid w:val="00ED487C"/>
    <w:rsid w:val="00ED5F96"/>
    <w:rsid w:val="00ED600E"/>
    <w:rsid w:val="00ED6E58"/>
    <w:rsid w:val="00ED720E"/>
    <w:rsid w:val="00EE013D"/>
    <w:rsid w:val="00EE172E"/>
    <w:rsid w:val="00EE1BDC"/>
    <w:rsid w:val="00EE29DC"/>
    <w:rsid w:val="00EE2D3F"/>
    <w:rsid w:val="00EE479F"/>
    <w:rsid w:val="00EE4924"/>
    <w:rsid w:val="00EE553A"/>
    <w:rsid w:val="00EE6712"/>
    <w:rsid w:val="00EE6871"/>
    <w:rsid w:val="00EE750C"/>
    <w:rsid w:val="00EE788A"/>
    <w:rsid w:val="00EE7A81"/>
    <w:rsid w:val="00EE7BE8"/>
    <w:rsid w:val="00EF07D7"/>
    <w:rsid w:val="00EF3A4A"/>
    <w:rsid w:val="00EF3CF9"/>
    <w:rsid w:val="00EF6D29"/>
    <w:rsid w:val="00F0039B"/>
    <w:rsid w:val="00F014BF"/>
    <w:rsid w:val="00F022A4"/>
    <w:rsid w:val="00F03BA9"/>
    <w:rsid w:val="00F03F74"/>
    <w:rsid w:val="00F0707F"/>
    <w:rsid w:val="00F1028C"/>
    <w:rsid w:val="00F10538"/>
    <w:rsid w:val="00F11763"/>
    <w:rsid w:val="00F122A7"/>
    <w:rsid w:val="00F1239C"/>
    <w:rsid w:val="00F12FB9"/>
    <w:rsid w:val="00F1374C"/>
    <w:rsid w:val="00F17B13"/>
    <w:rsid w:val="00F21163"/>
    <w:rsid w:val="00F219DA"/>
    <w:rsid w:val="00F229AC"/>
    <w:rsid w:val="00F231AD"/>
    <w:rsid w:val="00F2383A"/>
    <w:rsid w:val="00F23871"/>
    <w:rsid w:val="00F25910"/>
    <w:rsid w:val="00F26147"/>
    <w:rsid w:val="00F27585"/>
    <w:rsid w:val="00F314C3"/>
    <w:rsid w:val="00F31F3A"/>
    <w:rsid w:val="00F322A4"/>
    <w:rsid w:val="00F35B93"/>
    <w:rsid w:val="00F35CDF"/>
    <w:rsid w:val="00F40BC0"/>
    <w:rsid w:val="00F40CB1"/>
    <w:rsid w:val="00F420BA"/>
    <w:rsid w:val="00F426CA"/>
    <w:rsid w:val="00F42774"/>
    <w:rsid w:val="00F42B6C"/>
    <w:rsid w:val="00F435A8"/>
    <w:rsid w:val="00F43B84"/>
    <w:rsid w:val="00F44A6A"/>
    <w:rsid w:val="00F44D28"/>
    <w:rsid w:val="00F44FE5"/>
    <w:rsid w:val="00F46CD5"/>
    <w:rsid w:val="00F47312"/>
    <w:rsid w:val="00F47BC9"/>
    <w:rsid w:val="00F5092C"/>
    <w:rsid w:val="00F50A67"/>
    <w:rsid w:val="00F5200B"/>
    <w:rsid w:val="00F52B83"/>
    <w:rsid w:val="00F579BE"/>
    <w:rsid w:val="00F60960"/>
    <w:rsid w:val="00F6449C"/>
    <w:rsid w:val="00F651FC"/>
    <w:rsid w:val="00F65743"/>
    <w:rsid w:val="00F66CA6"/>
    <w:rsid w:val="00F67D08"/>
    <w:rsid w:val="00F72AED"/>
    <w:rsid w:val="00F7352E"/>
    <w:rsid w:val="00F7488C"/>
    <w:rsid w:val="00F75CFB"/>
    <w:rsid w:val="00F761BD"/>
    <w:rsid w:val="00F772C4"/>
    <w:rsid w:val="00F774DC"/>
    <w:rsid w:val="00F77EE7"/>
    <w:rsid w:val="00F80AFC"/>
    <w:rsid w:val="00F834F6"/>
    <w:rsid w:val="00F836BC"/>
    <w:rsid w:val="00F848AD"/>
    <w:rsid w:val="00F87114"/>
    <w:rsid w:val="00F91817"/>
    <w:rsid w:val="00F959C9"/>
    <w:rsid w:val="00F978F7"/>
    <w:rsid w:val="00F97B8D"/>
    <w:rsid w:val="00FA1C65"/>
    <w:rsid w:val="00FA1EBC"/>
    <w:rsid w:val="00FA2DAA"/>
    <w:rsid w:val="00FA3C88"/>
    <w:rsid w:val="00FA409C"/>
    <w:rsid w:val="00FA4CF0"/>
    <w:rsid w:val="00FA5658"/>
    <w:rsid w:val="00FA58F1"/>
    <w:rsid w:val="00FA76B9"/>
    <w:rsid w:val="00FB02B2"/>
    <w:rsid w:val="00FB0D1A"/>
    <w:rsid w:val="00FB0FB1"/>
    <w:rsid w:val="00FB1559"/>
    <w:rsid w:val="00FB2B4C"/>
    <w:rsid w:val="00FB2CDA"/>
    <w:rsid w:val="00FB375C"/>
    <w:rsid w:val="00FB39F6"/>
    <w:rsid w:val="00FB62EB"/>
    <w:rsid w:val="00FB72C7"/>
    <w:rsid w:val="00FC55A8"/>
    <w:rsid w:val="00FC5AEB"/>
    <w:rsid w:val="00FC609A"/>
    <w:rsid w:val="00FD1625"/>
    <w:rsid w:val="00FD190B"/>
    <w:rsid w:val="00FD3ACD"/>
    <w:rsid w:val="00FD4C63"/>
    <w:rsid w:val="00FD6272"/>
    <w:rsid w:val="00FE1871"/>
    <w:rsid w:val="00FE2E97"/>
    <w:rsid w:val="00FE5FAC"/>
    <w:rsid w:val="00FE722A"/>
    <w:rsid w:val="00FE7C7D"/>
    <w:rsid w:val="00FF0219"/>
    <w:rsid w:val="00FF0339"/>
    <w:rsid w:val="00FF0B3C"/>
    <w:rsid w:val="00FF15AD"/>
    <w:rsid w:val="00FF18DA"/>
    <w:rsid w:val="00FF2BC0"/>
    <w:rsid w:val="00FF482B"/>
    <w:rsid w:val="00FF55EE"/>
    <w:rsid w:val="00FF5A72"/>
    <w:rsid w:val="00FF607F"/>
    <w:rsid w:val="00FF628F"/>
    <w:rsid w:val="00FF66A3"/>
    <w:rsid w:val="00FF6922"/>
    <w:rsid w:val="00FF731B"/>
    <w:rsid w:val="09257B47"/>
    <w:rsid w:val="112710A1"/>
    <w:rsid w:val="142339A2"/>
    <w:rsid w:val="26BF57BA"/>
    <w:rsid w:val="308324F3"/>
    <w:rsid w:val="32C12A99"/>
    <w:rsid w:val="34BF4ADE"/>
    <w:rsid w:val="494F7F30"/>
    <w:rsid w:val="4BFF2C15"/>
    <w:rsid w:val="61F97E81"/>
    <w:rsid w:val="62100358"/>
    <w:rsid w:val="73934815"/>
    <w:rsid w:val="7525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ot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apple-converted-space"/>
    <w:basedOn w:val="5"/>
    <w:qFormat/>
    <w:uiPriority w:val="99"/>
    <w:rPr>
      <w:rFonts w:cs="Times New Roman"/>
    </w:rPr>
  </w:style>
  <w:style w:type="character" w:customStyle="1" w:styleId="11">
    <w:name w:val="Balloon Text Char"/>
    <w:basedOn w:val="5"/>
    <w:link w:val="2"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87</Words>
  <Characters>498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2017-12-06T00:27:00Z</dcterms:created>
  <dc:creator>bgss</dc:creator>
  <cp:lastModifiedBy>HP</cp:lastModifiedBy>
  <cp:lastPrinted>2017-12-05T07:13:00Z</cp:lastPrinted>
  <dcterms:modified xsi:type="dcterms:W3CDTF">2017-12-20T03:51:43Z</dcterms:modified>
  <dc:title>附件1：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